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422ECD" w14:textId="77777777" w:rsidTr="00F862D6">
        <w:tc>
          <w:tcPr>
            <w:tcW w:w="1020" w:type="dxa"/>
          </w:tcPr>
          <w:p w14:paraId="62C4567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1E58030" wp14:editId="4C738F9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58CDDB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580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C58CDDB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13738DB" w14:textId="77777777" w:rsidR="00F64786" w:rsidRDefault="00F64786" w:rsidP="0077673A"/>
        </w:tc>
        <w:tc>
          <w:tcPr>
            <w:tcW w:w="823" w:type="dxa"/>
          </w:tcPr>
          <w:p w14:paraId="5E8CE08E" w14:textId="77777777" w:rsidR="00F64786" w:rsidRDefault="00F64786" w:rsidP="0077673A"/>
        </w:tc>
        <w:tc>
          <w:tcPr>
            <w:tcW w:w="3685" w:type="dxa"/>
          </w:tcPr>
          <w:p w14:paraId="5D8F8DDD" w14:textId="77777777" w:rsidR="00F64786" w:rsidRDefault="00F64786" w:rsidP="0077673A"/>
        </w:tc>
      </w:tr>
      <w:tr w:rsidR="00F862D6" w14:paraId="2DE93010" w14:textId="77777777" w:rsidTr="00596C7E">
        <w:tc>
          <w:tcPr>
            <w:tcW w:w="1020" w:type="dxa"/>
          </w:tcPr>
          <w:p w14:paraId="710A4E4E" w14:textId="77777777" w:rsidR="00F862D6" w:rsidRDefault="00F862D6" w:rsidP="0077673A"/>
        </w:tc>
        <w:tc>
          <w:tcPr>
            <w:tcW w:w="2552" w:type="dxa"/>
          </w:tcPr>
          <w:p w14:paraId="336AEC64" w14:textId="77777777" w:rsidR="00F862D6" w:rsidRDefault="00F862D6" w:rsidP="00764595"/>
        </w:tc>
        <w:tc>
          <w:tcPr>
            <w:tcW w:w="823" w:type="dxa"/>
          </w:tcPr>
          <w:p w14:paraId="27FB7B17" w14:textId="77777777" w:rsidR="00F862D6" w:rsidRDefault="00F862D6" w:rsidP="0077673A"/>
        </w:tc>
        <w:tc>
          <w:tcPr>
            <w:tcW w:w="3685" w:type="dxa"/>
            <w:vMerge w:val="restart"/>
          </w:tcPr>
          <w:p w14:paraId="75ADF51F" w14:textId="77777777" w:rsidR="00596C7E" w:rsidRDefault="00596C7E" w:rsidP="00596C7E">
            <w:pPr>
              <w:rPr>
                <w:rStyle w:val="Potovnadresa"/>
              </w:rPr>
            </w:pPr>
          </w:p>
          <w:p w14:paraId="2DA1A95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52AC2A4" w14:textId="77777777" w:rsidTr="00F862D6">
        <w:tc>
          <w:tcPr>
            <w:tcW w:w="1020" w:type="dxa"/>
          </w:tcPr>
          <w:p w14:paraId="65E5B305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811C585" w14:textId="57B2586E" w:rsidR="00F862D6" w:rsidRPr="003E6B9A" w:rsidRDefault="00F62E4F" w:rsidP="00F62E4F">
            <w:r w:rsidRPr="00F62E4F">
              <w:rPr>
                <w:rFonts w:ascii="Helvetica" w:hAnsi="Helvetica"/>
              </w:rPr>
              <w:t>11270/2023-SŽ-SSV-Ú3</w:t>
            </w:r>
          </w:p>
        </w:tc>
        <w:tc>
          <w:tcPr>
            <w:tcW w:w="823" w:type="dxa"/>
          </w:tcPr>
          <w:p w14:paraId="1CD35F14" w14:textId="77777777" w:rsidR="00F862D6" w:rsidRDefault="00F862D6" w:rsidP="0077673A"/>
        </w:tc>
        <w:tc>
          <w:tcPr>
            <w:tcW w:w="3685" w:type="dxa"/>
            <w:vMerge/>
          </w:tcPr>
          <w:p w14:paraId="73F33AFC" w14:textId="77777777" w:rsidR="00F862D6" w:rsidRDefault="00F862D6" w:rsidP="0077673A"/>
        </w:tc>
      </w:tr>
      <w:tr w:rsidR="00F862D6" w14:paraId="15A0329D" w14:textId="77777777" w:rsidTr="00F862D6">
        <w:tc>
          <w:tcPr>
            <w:tcW w:w="1020" w:type="dxa"/>
          </w:tcPr>
          <w:p w14:paraId="6479F966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661A681" w14:textId="6AF50A41" w:rsidR="00F862D6" w:rsidRPr="003E6B9A" w:rsidRDefault="00693F25" w:rsidP="00CC1E2B">
            <w:r>
              <w:t>3</w:t>
            </w:r>
            <w:r w:rsidR="003E6B9A" w:rsidRPr="003E6B9A">
              <w:t>/</w:t>
            </w:r>
            <w:r>
              <w:t>1</w:t>
            </w:r>
          </w:p>
        </w:tc>
        <w:tc>
          <w:tcPr>
            <w:tcW w:w="823" w:type="dxa"/>
          </w:tcPr>
          <w:p w14:paraId="5B3D84A5" w14:textId="77777777" w:rsidR="00F862D6" w:rsidRDefault="00F862D6" w:rsidP="0077673A"/>
        </w:tc>
        <w:tc>
          <w:tcPr>
            <w:tcW w:w="3685" w:type="dxa"/>
            <w:vMerge/>
          </w:tcPr>
          <w:p w14:paraId="6216895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1F48E19" w14:textId="77777777" w:rsidTr="00B23CA3">
        <w:trPr>
          <w:trHeight w:val="77"/>
        </w:trPr>
        <w:tc>
          <w:tcPr>
            <w:tcW w:w="1020" w:type="dxa"/>
          </w:tcPr>
          <w:p w14:paraId="3DC2809C" w14:textId="77777777" w:rsidR="00F862D6" w:rsidRDefault="00F862D6" w:rsidP="0077673A"/>
        </w:tc>
        <w:tc>
          <w:tcPr>
            <w:tcW w:w="2552" w:type="dxa"/>
          </w:tcPr>
          <w:p w14:paraId="69CCB6C3" w14:textId="77777777" w:rsidR="00F862D6" w:rsidRPr="003E6B9A" w:rsidRDefault="00F862D6" w:rsidP="0077673A"/>
        </w:tc>
        <w:tc>
          <w:tcPr>
            <w:tcW w:w="823" w:type="dxa"/>
          </w:tcPr>
          <w:p w14:paraId="6D8C4BBA" w14:textId="77777777" w:rsidR="00F862D6" w:rsidRDefault="00F862D6" w:rsidP="0077673A"/>
        </w:tc>
        <w:tc>
          <w:tcPr>
            <w:tcW w:w="3685" w:type="dxa"/>
            <w:vMerge/>
          </w:tcPr>
          <w:p w14:paraId="3A420632" w14:textId="77777777" w:rsidR="00F862D6" w:rsidRDefault="00F862D6" w:rsidP="0077673A"/>
        </w:tc>
      </w:tr>
      <w:tr w:rsidR="00F862D6" w14:paraId="5E404396" w14:textId="77777777" w:rsidTr="00F862D6">
        <w:tc>
          <w:tcPr>
            <w:tcW w:w="1020" w:type="dxa"/>
          </w:tcPr>
          <w:p w14:paraId="6DFC181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B342CD9" w14:textId="4AC2C6C1" w:rsidR="00F862D6" w:rsidRPr="003E6B9A" w:rsidRDefault="00E73E05" w:rsidP="00FE3455">
            <w:r w:rsidRPr="00E73E05">
              <w:t>JUDr. Jaroslav Klimeš</w:t>
            </w:r>
          </w:p>
        </w:tc>
        <w:tc>
          <w:tcPr>
            <w:tcW w:w="823" w:type="dxa"/>
          </w:tcPr>
          <w:p w14:paraId="1BA97799" w14:textId="77777777" w:rsidR="00F862D6" w:rsidRDefault="00F862D6" w:rsidP="0077673A"/>
        </w:tc>
        <w:tc>
          <w:tcPr>
            <w:tcW w:w="3685" w:type="dxa"/>
            <w:vMerge/>
          </w:tcPr>
          <w:p w14:paraId="4F5DD850" w14:textId="77777777" w:rsidR="00F862D6" w:rsidRDefault="00F862D6" w:rsidP="0077673A"/>
        </w:tc>
      </w:tr>
      <w:tr w:rsidR="009A7568" w14:paraId="6C872DFC" w14:textId="77777777" w:rsidTr="00F862D6">
        <w:tc>
          <w:tcPr>
            <w:tcW w:w="1020" w:type="dxa"/>
          </w:tcPr>
          <w:p w14:paraId="626DB91E" w14:textId="77777777" w:rsidR="009A7568" w:rsidRDefault="009A7568" w:rsidP="009A7568"/>
        </w:tc>
        <w:tc>
          <w:tcPr>
            <w:tcW w:w="2552" w:type="dxa"/>
          </w:tcPr>
          <w:p w14:paraId="266395C2" w14:textId="77777777" w:rsidR="009A7568" w:rsidRPr="003E6B9A" w:rsidRDefault="009A7568" w:rsidP="009A7568"/>
        </w:tc>
        <w:tc>
          <w:tcPr>
            <w:tcW w:w="823" w:type="dxa"/>
          </w:tcPr>
          <w:p w14:paraId="5574EF7E" w14:textId="77777777" w:rsidR="009A7568" w:rsidRDefault="009A7568" w:rsidP="009A7568"/>
        </w:tc>
        <w:tc>
          <w:tcPr>
            <w:tcW w:w="3685" w:type="dxa"/>
            <w:vMerge/>
          </w:tcPr>
          <w:p w14:paraId="0214A193" w14:textId="77777777" w:rsidR="009A7568" w:rsidRDefault="009A7568" w:rsidP="009A7568"/>
        </w:tc>
      </w:tr>
      <w:tr w:rsidR="009A7568" w14:paraId="6297EB1C" w14:textId="77777777" w:rsidTr="00F862D6">
        <w:tc>
          <w:tcPr>
            <w:tcW w:w="1020" w:type="dxa"/>
          </w:tcPr>
          <w:p w14:paraId="18FC157C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9D1070C" w14:textId="06FADAEE" w:rsidR="009A7568" w:rsidRPr="003E6B9A" w:rsidRDefault="00E73E05" w:rsidP="009A7568">
            <w:r w:rsidRPr="00E73E05">
              <w:t>+420 722 819 305</w:t>
            </w:r>
          </w:p>
        </w:tc>
        <w:tc>
          <w:tcPr>
            <w:tcW w:w="823" w:type="dxa"/>
          </w:tcPr>
          <w:p w14:paraId="03081867" w14:textId="77777777" w:rsidR="009A7568" w:rsidRDefault="009A7568" w:rsidP="009A7568"/>
        </w:tc>
        <w:tc>
          <w:tcPr>
            <w:tcW w:w="3685" w:type="dxa"/>
            <w:vMerge/>
          </w:tcPr>
          <w:p w14:paraId="689CCE01" w14:textId="77777777" w:rsidR="009A7568" w:rsidRDefault="009A7568" w:rsidP="009A7568"/>
        </w:tc>
      </w:tr>
      <w:tr w:rsidR="009A7568" w14:paraId="392F0E37" w14:textId="77777777" w:rsidTr="00F862D6">
        <w:tc>
          <w:tcPr>
            <w:tcW w:w="1020" w:type="dxa"/>
          </w:tcPr>
          <w:p w14:paraId="79236D7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F2BFF7E" w14:textId="49D82C64" w:rsidR="009A7568" w:rsidRPr="003E6B9A" w:rsidRDefault="00E73E05" w:rsidP="006104F6">
            <w:r w:rsidRPr="00E73E05">
              <w:t>KlimesJa@spravazeleznic.cz</w:t>
            </w:r>
          </w:p>
        </w:tc>
        <w:tc>
          <w:tcPr>
            <w:tcW w:w="823" w:type="dxa"/>
          </w:tcPr>
          <w:p w14:paraId="35F56FB2" w14:textId="77777777" w:rsidR="009A7568" w:rsidRDefault="009A7568" w:rsidP="009A7568"/>
        </w:tc>
        <w:tc>
          <w:tcPr>
            <w:tcW w:w="3685" w:type="dxa"/>
            <w:vMerge/>
          </w:tcPr>
          <w:p w14:paraId="23CAE139" w14:textId="77777777" w:rsidR="009A7568" w:rsidRDefault="009A7568" w:rsidP="009A7568"/>
        </w:tc>
      </w:tr>
      <w:tr w:rsidR="009A7568" w14:paraId="4CB965C0" w14:textId="77777777" w:rsidTr="00F862D6">
        <w:tc>
          <w:tcPr>
            <w:tcW w:w="1020" w:type="dxa"/>
          </w:tcPr>
          <w:p w14:paraId="5D412AE5" w14:textId="77777777" w:rsidR="009A7568" w:rsidRDefault="009A7568" w:rsidP="009A7568"/>
        </w:tc>
        <w:tc>
          <w:tcPr>
            <w:tcW w:w="2552" w:type="dxa"/>
          </w:tcPr>
          <w:p w14:paraId="28178802" w14:textId="77777777" w:rsidR="009A7568" w:rsidRPr="003E6B9A" w:rsidRDefault="009A7568" w:rsidP="009A7568"/>
        </w:tc>
        <w:tc>
          <w:tcPr>
            <w:tcW w:w="823" w:type="dxa"/>
          </w:tcPr>
          <w:p w14:paraId="29C96F06" w14:textId="77777777" w:rsidR="009A7568" w:rsidRDefault="009A7568" w:rsidP="009A7568"/>
        </w:tc>
        <w:tc>
          <w:tcPr>
            <w:tcW w:w="3685" w:type="dxa"/>
          </w:tcPr>
          <w:p w14:paraId="2FB4F8CC" w14:textId="77777777" w:rsidR="009A7568" w:rsidRDefault="009A7568" w:rsidP="009A7568"/>
        </w:tc>
      </w:tr>
      <w:tr w:rsidR="009A7568" w14:paraId="67BD1174" w14:textId="77777777" w:rsidTr="00F862D6">
        <w:tc>
          <w:tcPr>
            <w:tcW w:w="1020" w:type="dxa"/>
          </w:tcPr>
          <w:p w14:paraId="7F81671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25BDBBB" w14:textId="7BB299E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62E4F">
              <w:rPr>
                <w:noProof/>
              </w:rPr>
              <w:t>26.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90965C8" w14:textId="77777777" w:rsidR="009A7568" w:rsidRDefault="009A7568" w:rsidP="009A7568"/>
        </w:tc>
        <w:tc>
          <w:tcPr>
            <w:tcW w:w="3685" w:type="dxa"/>
          </w:tcPr>
          <w:p w14:paraId="3892831F" w14:textId="77777777" w:rsidR="009A7568" w:rsidRDefault="009A7568" w:rsidP="009A7568"/>
        </w:tc>
      </w:tr>
      <w:tr w:rsidR="00F64786" w14:paraId="5A8C4EE0" w14:textId="77777777" w:rsidTr="00F862D6">
        <w:tc>
          <w:tcPr>
            <w:tcW w:w="1020" w:type="dxa"/>
          </w:tcPr>
          <w:p w14:paraId="5B537D22" w14:textId="77777777" w:rsidR="00F64786" w:rsidRDefault="00F64786" w:rsidP="0077673A"/>
        </w:tc>
        <w:tc>
          <w:tcPr>
            <w:tcW w:w="2552" w:type="dxa"/>
          </w:tcPr>
          <w:p w14:paraId="2CF4741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9158D8A" w14:textId="77777777" w:rsidR="00F64786" w:rsidRDefault="00F64786" w:rsidP="0077673A"/>
        </w:tc>
        <w:tc>
          <w:tcPr>
            <w:tcW w:w="3685" w:type="dxa"/>
          </w:tcPr>
          <w:p w14:paraId="0AE3A70D" w14:textId="77777777" w:rsidR="00F64786" w:rsidRDefault="00F64786" w:rsidP="0077673A"/>
        </w:tc>
      </w:tr>
      <w:tr w:rsidR="00F862D6" w14:paraId="1C2C7B1F" w14:textId="77777777" w:rsidTr="00B45E9E">
        <w:trPr>
          <w:trHeight w:val="794"/>
        </w:trPr>
        <w:tc>
          <w:tcPr>
            <w:tcW w:w="1020" w:type="dxa"/>
          </w:tcPr>
          <w:p w14:paraId="53BAC735" w14:textId="77777777" w:rsidR="00F862D6" w:rsidRDefault="00F862D6" w:rsidP="0077673A"/>
        </w:tc>
        <w:tc>
          <w:tcPr>
            <w:tcW w:w="2552" w:type="dxa"/>
          </w:tcPr>
          <w:p w14:paraId="3F79224E" w14:textId="77777777" w:rsidR="00F862D6" w:rsidRDefault="00F862D6" w:rsidP="00F310F8"/>
        </w:tc>
        <w:tc>
          <w:tcPr>
            <w:tcW w:w="823" w:type="dxa"/>
          </w:tcPr>
          <w:p w14:paraId="2525F350" w14:textId="77777777" w:rsidR="00F862D6" w:rsidRDefault="00F862D6" w:rsidP="0077673A"/>
        </w:tc>
        <w:tc>
          <w:tcPr>
            <w:tcW w:w="3685" w:type="dxa"/>
          </w:tcPr>
          <w:p w14:paraId="3BF409E5" w14:textId="77777777" w:rsidR="00F862D6" w:rsidRDefault="00F862D6" w:rsidP="0077673A"/>
        </w:tc>
      </w:tr>
    </w:tbl>
    <w:p w14:paraId="717C216F" w14:textId="3BABC35D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="00D72FD6"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421BA2F9" w14:textId="6B856CC2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E73E05">
        <w:rPr>
          <w:rFonts w:eastAsia="Calibri" w:cs="Times New Roman"/>
          <w:lang w:eastAsia="cs-CZ"/>
        </w:rPr>
        <w:t xml:space="preserve">dokumentace č. </w:t>
      </w:r>
      <w:r w:rsidR="00E73E05" w:rsidRPr="00E73E05">
        <w:rPr>
          <w:rFonts w:eastAsia="Calibri" w:cs="Times New Roman"/>
          <w:lang w:eastAsia="cs-CZ"/>
        </w:rPr>
        <w:t>18</w:t>
      </w:r>
    </w:p>
    <w:p w14:paraId="394809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84A4B94" w14:textId="77777777" w:rsidR="004A2125" w:rsidRDefault="004A2125" w:rsidP="004A2125">
      <w:pPr>
        <w:spacing w:line="259" w:lineRule="auto"/>
        <w:rPr>
          <w:b/>
          <w:bCs/>
        </w:rPr>
      </w:pPr>
    </w:p>
    <w:p w14:paraId="16CE7860" w14:textId="120D5ACC" w:rsidR="004A2125" w:rsidRPr="0039554C" w:rsidRDefault="00F4767C" w:rsidP="00E73E05">
      <w:pPr>
        <w:spacing w:after="0" w:line="259" w:lineRule="auto"/>
      </w:pPr>
      <w:r w:rsidRPr="000F6137">
        <w:rPr>
          <w:b/>
          <w:bCs/>
        </w:rPr>
        <w:t>Dotaz č.</w:t>
      </w:r>
      <w:r w:rsidR="00254EBF">
        <w:rPr>
          <w:b/>
          <w:bCs/>
        </w:rPr>
        <w:t>20</w:t>
      </w:r>
      <w:r w:rsidR="004A2125">
        <w:rPr>
          <w:b/>
          <w:bCs/>
        </w:rPr>
        <w:t>3</w:t>
      </w:r>
      <w:r w:rsidRPr="000F6137">
        <w:rPr>
          <w:b/>
          <w:bCs/>
        </w:rPr>
        <w:t>:</w:t>
      </w:r>
      <w:r w:rsidR="00A50BDB">
        <w:rPr>
          <w:b/>
          <w:bCs/>
        </w:rPr>
        <w:t xml:space="preserve"> </w:t>
      </w:r>
    </w:p>
    <w:p w14:paraId="3308A0A7" w14:textId="123339B3" w:rsidR="004A2125" w:rsidRPr="00E73E05" w:rsidRDefault="004A2125" w:rsidP="00E73E05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V zadavatelem postoupené dokumentaci ke </w:t>
      </w:r>
      <w:r w:rsidRPr="004A2125">
        <w:rPr>
          <w:rFonts w:eastAsia="Times New Roman" w:cs="Arial"/>
          <w:b/>
          <w:bCs/>
          <w:lang w:eastAsia="cs-CZ"/>
        </w:rPr>
        <w:t xml:space="preserve">SO 02-71-01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Osová Bítýška </w:t>
      </w:r>
      <w:r w:rsidRPr="004A2125">
        <w:rPr>
          <w:rFonts w:eastAsia="Times New Roman" w:cs="Arial"/>
          <w:lang w:eastAsia="cs-CZ"/>
        </w:rPr>
        <w:t>je v příloze č. 2.202 částečně nečitelný popis výkresů.</w:t>
      </w:r>
    </w:p>
    <w:p w14:paraId="6D07EA40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Žádáme zadavatele o doplnění chybějících částí popisu.</w:t>
      </w:r>
    </w:p>
    <w:p w14:paraId="649BB37C" w14:textId="77777777" w:rsidR="007C3C15" w:rsidRDefault="007C3C15" w:rsidP="00E73E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A19678" w14:textId="77777777" w:rsidR="00B50EDE" w:rsidRDefault="004A2125" w:rsidP="0073350F">
      <w:pPr>
        <w:spacing w:after="0" w:line="240" w:lineRule="auto"/>
        <w:rPr>
          <w:rFonts w:eastAsia="Calibri" w:cs="Times New Roman"/>
          <w:b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5DED6431" w14:textId="606BE027" w:rsidR="00957835" w:rsidRPr="00B50EDE" w:rsidRDefault="0073350F" w:rsidP="0073350F">
      <w:pPr>
        <w:spacing w:after="0" w:line="240" w:lineRule="auto"/>
        <w:rPr>
          <w:rFonts w:eastAsia="Calibri" w:cs="Times New Roman"/>
          <w:lang w:eastAsia="cs-CZ"/>
        </w:rPr>
      </w:pPr>
      <w:r w:rsidRPr="00B50EDE">
        <w:rPr>
          <w:rFonts w:eastAsia="Calibri" w:cs="Times New Roman"/>
          <w:lang w:eastAsia="cs-CZ"/>
        </w:rPr>
        <w:t xml:space="preserve">Výkres </w:t>
      </w:r>
      <w:r w:rsidR="00B50EDE" w:rsidRPr="00B50EDE">
        <w:rPr>
          <w:rFonts w:eastAsia="Calibri" w:cs="Times New Roman"/>
          <w:lang w:eastAsia="cs-CZ"/>
        </w:rPr>
        <w:t xml:space="preserve">doplněn – viz příloha </w:t>
      </w:r>
      <w:r w:rsidR="00957835" w:rsidRPr="00B50EDE">
        <w:rPr>
          <w:rFonts w:eastAsia="Calibri" w:cs="Times New Roman"/>
          <w:lang w:eastAsia="cs-CZ"/>
        </w:rPr>
        <w:t>SO027101_2_202.pdf</w:t>
      </w:r>
    </w:p>
    <w:p w14:paraId="7C85379E" w14:textId="7B9B4C82" w:rsidR="0073350F" w:rsidRDefault="0073350F" w:rsidP="0073350F">
      <w:pPr>
        <w:spacing w:after="0" w:line="240" w:lineRule="auto"/>
        <w:rPr>
          <w:b/>
          <w:bCs/>
        </w:rPr>
      </w:pPr>
    </w:p>
    <w:p w14:paraId="0FD322BF" w14:textId="77777777" w:rsidR="00B50EDE" w:rsidRPr="004A2125" w:rsidRDefault="00B50EDE" w:rsidP="0073350F">
      <w:pPr>
        <w:spacing w:after="0" w:line="240" w:lineRule="auto"/>
        <w:rPr>
          <w:b/>
          <w:bCs/>
        </w:rPr>
      </w:pPr>
    </w:p>
    <w:p w14:paraId="1AFD9422" w14:textId="6CB18E51" w:rsidR="004A2125" w:rsidRPr="004A2125" w:rsidRDefault="004A2125" w:rsidP="00E73E05">
      <w:pPr>
        <w:spacing w:after="0" w:line="259" w:lineRule="auto"/>
      </w:pPr>
      <w:r w:rsidRPr="004A2125">
        <w:rPr>
          <w:b/>
          <w:bCs/>
        </w:rPr>
        <w:t>Dotaz č.20</w:t>
      </w:r>
      <w:r>
        <w:rPr>
          <w:b/>
          <w:bCs/>
        </w:rPr>
        <w:t>4</w:t>
      </w:r>
      <w:r w:rsidRPr="004A2125">
        <w:rPr>
          <w:b/>
          <w:bCs/>
        </w:rPr>
        <w:t>:</w:t>
      </w:r>
      <w:r w:rsidR="00A50BDB" w:rsidRPr="00A50BDB">
        <w:rPr>
          <w:b/>
          <w:bCs/>
          <w:highlight w:val="yellow"/>
        </w:rPr>
        <w:t xml:space="preserve"> </w:t>
      </w:r>
    </w:p>
    <w:p w14:paraId="0D289659" w14:textId="77777777" w:rsidR="004A2125" w:rsidRPr="004A2125" w:rsidRDefault="004A2125" w:rsidP="00E73E05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Dle zadavatelem postoupené dokumentace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r w:rsidRPr="004A2125">
        <w:rPr>
          <w:rFonts w:eastAsia="Times New Roman" w:cs="Arial"/>
          <w:lang w:eastAsia="cs-CZ"/>
        </w:rPr>
        <w:t xml:space="preserve">je nově realizované obvodové zdivo je dle půdorysu 1.NP pravděpodobně </w:t>
      </w:r>
      <w:proofErr w:type="spellStart"/>
      <w:r w:rsidRPr="004A2125">
        <w:rPr>
          <w:rFonts w:eastAsia="Times New Roman" w:cs="Arial"/>
          <w:lang w:eastAsia="cs-CZ"/>
        </w:rPr>
        <w:t>tl</w:t>
      </w:r>
      <w:proofErr w:type="spellEnd"/>
      <w:r w:rsidRPr="004A2125">
        <w:rPr>
          <w:rFonts w:eastAsia="Times New Roman" w:cs="Arial"/>
          <w:lang w:eastAsia="cs-CZ"/>
        </w:rPr>
        <w:t>. 300 mm (toto potvrzuje i popis v technické zprávě, ve výkrese chybí řádné okótování).</w:t>
      </w:r>
    </w:p>
    <w:p w14:paraId="09F6FAD1" w14:textId="50B8BF33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V soupisu prací je však uvedena položka pouze pro zdivo v </w:t>
      </w:r>
      <w:proofErr w:type="spellStart"/>
      <w:r w:rsidRPr="004A2125">
        <w:rPr>
          <w:rFonts w:eastAsia="Times New Roman" w:cs="Arial"/>
          <w:color w:val="000000"/>
          <w:lang w:eastAsia="cs-CZ"/>
        </w:rPr>
        <w:t>tl</w:t>
      </w:r>
      <w:proofErr w:type="spellEnd"/>
      <w:r w:rsidRPr="004A2125">
        <w:rPr>
          <w:rFonts w:eastAsia="Times New Roman" w:cs="Arial"/>
          <w:color w:val="000000"/>
          <w:lang w:eastAsia="cs-CZ"/>
        </w:rPr>
        <w:t>. 440 mm (u této položky je v rámci výkazu výměr uvedeno, že se jedná o dozdívky oken – přitom dle technické zprávy mají být dozdívky oken realizovány pórobetonovými tvárnicemi).</w:t>
      </w:r>
    </w:p>
    <w:p w14:paraId="6300EC61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 xml:space="preserve">Žádáme zadavatele o doplnění položky pro zdivo v </w:t>
      </w:r>
      <w:proofErr w:type="spellStart"/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tl</w:t>
      </w:r>
      <w:proofErr w:type="spellEnd"/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. 300 mm z cihelných broušených bloků a z pórobetonových tvárnic.</w:t>
      </w:r>
    </w:p>
    <w:p w14:paraId="5FA24569" w14:textId="77777777" w:rsidR="007C3C15" w:rsidRDefault="007C3C15" w:rsidP="00E73E0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E3770D" w14:textId="12B4D306" w:rsidR="004A2125" w:rsidRDefault="004A2125" w:rsidP="0073350F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5C55B9DE" w14:textId="0FD70226" w:rsidR="0073350F" w:rsidRPr="00D64231" w:rsidRDefault="0073350F" w:rsidP="0073350F">
      <w:pPr>
        <w:spacing w:after="0" w:line="240" w:lineRule="auto"/>
        <w:rPr>
          <w:bCs/>
        </w:rPr>
      </w:pPr>
      <w:r w:rsidRPr="00D64231">
        <w:rPr>
          <w:rFonts w:eastAsia="Calibri" w:cs="Times New Roman"/>
          <w:lang w:eastAsia="cs-CZ"/>
        </w:rPr>
        <w:t xml:space="preserve">Z důvodu </w:t>
      </w:r>
      <w:proofErr w:type="spellStart"/>
      <w:r w:rsidRPr="00D64231">
        <w:rPr>
          <w:rFonts w:eastAsia="Calibri" w:cs="Times New Roman"/>
          <w:lang w:eastAsia="cs-CZ"/>
        </w:rPr>
        <w:t>tl</w:t>
      </w:r>
      <w:proofErr w:type="spellEnd"/>
      <w:r w:rsidRPr="00D64231">
        <w:rPr>
          <w:rFonts w:eastAsia="Calibri" w:cs="Times New Roman"/>
          <w:lang w:eastAsia="cs-CZ"/>
        </w:rPr>
        <w:t xml:space="preserve">. </w:t>
      </w:r>
      <w:r w:rsidR="00D64231" w:rsidRPr="00D64231">
        <w:rPr>
          <w:rFonts w:eastAsia="Calibri" w:cs="Times New Roman"/>
          <w:lang w:eastAsia="cs-CZ"/>
        </w:rPr>
        <w:t>z</w:t>
      </w:r>
      <w:r w:rsidRPr="00D64231">
        <w:rPr>
          <w:rFonts w:eastAsia="Calibri" w:cs="Times New Roman"/>
          <w:lang w:eastAsia="cs-CZ"/>
        </w:rPr>
        <w:t xml:space="preserve">diva je v rozpočtu uvažována větší </w:t>
      </w:r>
      <w:proofErr w:type="spellStart"/>
      <w:r w:rsidRPr="00D64231">
        <w:rPr>
          <w:rFonts w:eastAsia="Calibri" w:cs="Times New Roman"/>
          <w:lang w:eastAsia="cs-CZ"/>
        </w:rPr>
        <w:t>tl</w:t>
      </w:r>
      <w:proofErr w:type="spellEnd"/>
      <w:r w:rsidRPr="00D64231">
        <w:rPr>
          <w:rFonts w:eastAsia="Calibri" w:cs="Times New Roman"/>
          <w:lang w:eastAsia="cs-CZ"/>
        </w:rPr>
        <w:t xml:space="preserve">. </w:t>
      </w:r>
      <w:r w:rsidR="00D64231" w:rsidRPr="00D64231">
        <w:rPr>
          <w:rFonts w:eastAsia="Calibri" w:cs="Times New Roman"/>
          <w:lang w:eastAsia="cs-CZ"/>
        </w:rPr>
        <w:t>t</w:t>
      </w:r>
      <w:r w:rsidRPr="00D64231">
        <w:rPr>
          <w:rFonts w:eastAsia="Calibri" w:cs="Times New Roman"/>
          <w:lang w:eastAsia="cs-CZ"/>
        </w:rPr>
        <w:t xml:space="preserve">várnic. Přesnou velikost bude nutné vybrat po zaměření konstrukcí na místě dle skutečného rozměru. </w:t>
      </w:r>
    </w:p>
    <w:p w14:paraId="3E104ED1" w14:textId="3E28324A" w:rsidR="0073350F" w:rsidRDefault="0073350F" w:rsidP="0073350F">
      <w:pPr>
        <w:spacing w:after="0" w:line="240" w:lineRule="auto"/>
        <w:rPr>
          <w:b/>
          <w:bCs/>
        </w:rPr>
      </w:pPr>
    </w:p>
    <w:p w14:paraId="271E27C3" w14:textId="77777777" w:rsidR="0073350F" w:rsidRPr="004A2125" w:rsidRDefault="0073350F" w:rsidP="00E73E05">
      <w:pPr>
        <w:spacing w:after="0" w:line="240" w:lineRule="auto"/>
        <w:rPr>
          <w:b/>
          <w:bCs/>
        </w:rPr>
      </w:pPr>
    </w:p>
    <w:p w14:paraId="52FA2A1B" w14:textId="516AF2F5" w:rsidR="004A2125" w:rsidRPr="004A2125" w:rsidRDefault="004A2125" w:rsidP="00E73E05">
      <w:pPr>
        <w:spacing w:after="0" w:line="259" w:lineRule="auto"/>
      </w:pPr>
      <w:r w:rsidRPr="004A2125">
        <w:rPr>
          <w:b/>
          <w:bCs/>
        </w:rPr>
        <w:t>Dotaz č.20</w:t>
      </w:r>
      <w:r>
        <w:rPr>
          <w:b/>
          <w:bCs/>
        </w:rPr>
        <w:t>5</w:t>
      </w:r>
      <w:r w:rsidRPr="004A2125">
        <w:rPr>
          <w:b/>
          <w:bCs/>
        </w:rPr>
        <w:t>:</w:t>
      </w:r>
      <w:bookmarkStart w:id="1" w:name="_Hlk146198782"/>
      <w:r w:rsidR="00A50BDB" w:rsidRPr="00A50BDB">
        <w:rPr>
          <w:b/>
          <w:bCs/>
          <w:highlight w:val="yellow"/>
        </w:rPr>
        <w:t xml:space="preserve"> </w:t>
      </w:r>
    </w:p>
    <w:p w14:paraId="2120EC8E" w14:textId="73759D4E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Dle zadavatelem postoupené dokumentace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bookmarkEnd w:id="1"/>
      <w:r w:rsidRPr="004A2125">
        <w:rPr>
          <w:rFonts w:eastAsia="Times New Roman" w:cs="Arial"/>
          <w:lang w:eastAsia="cs-CZ"/>
        </w:rPr>
        <w:t>je</w:t>
      </w:r>
      <w:r w:rsidRPr="004A2125">
        <w:rPr>
          <w:rFonts w:eastAsia="Times New Roman" w:cs="Times New Roman"/>
          <w:lang w:eastAsia="cs-CZ"/>
        </w:rPr>
        <w:t xml:space="preserve"> </w:t>
      </w:r>
      <w:r w:rsidRPr="004A2125">
        <w:rPr>
          <w:rFonts w:eastAsia="Times New Roman" w:cs="Arial"/>
          <w:lang w:eastAsia="cs-CZ"/>
        </w:rPr>
        <w:t>v části půdorysu s navrženým novým obvodovým zdivem vyobrazeno v půdoryse 1.NP kontaktní zateplení s dvojnásobnou vrstvou tepelné izolace.</w:t>
      </w:r>
    </w:p>
    <w:p w14:paraId="071FC454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color w:val="000000"/>
          <w:lang w:eastAsia="cs-CZ"/>
        </w:rPr>
      </w:pPr>
      <w:r w:rsidRPr="004A2125">
        <w:rPr>
          <w:rFonts w:eastAsia="Times New Roman" w:cs="Arial"/>
          <w:b/>
          <w:bCs/>
          <w:color w:val="000000"/>
          <w:lang w:eastAsia="cs-CZ"/>
        </w:rPr>
        <w:t>Žádáme zadavatele o upřesnění skladby této konstrukce.</w:t>
      </w:r>
    </w:p>
    <w:p w14:paraId="68BB7B97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</w:p>
    <w:p w14:paraId="69B9E190" w14:textId="3E631CEF" w:rsidR="004A2125" w:rsidRDefault="004A2125" w:rsidP="0073350F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7D982129" w14:textId="036F21CC" w:rsidR="0073350F" w:rsidRPr="00971D0E" w:rsidRDefault="0073350F" w:rsidP="0073350F">
      <w:pPr>
        <w:spacing w:after="0" w:line="240" w:lineRule="auto"/>
        <w:rPr>
          <w:rFonts w:eastAsia="Calibri" w:cs="Times New Roman"/>
          <w:lang w:eastAsia="cs-CZ"/>
        </w:rPr>
      </w:pPr>
      <w:r w:rsidRPr="00971D0E">
        <w:rPr>
          <w:rFonts w:eastAsia="Calibri" w:cs="Times New Roman"/>
          <w:lang w:eastAsia="cs-CZ"/>
        </w:rPr>
        <w:t xml:space="preserve">Vnější povrchová úprava je tvořena dle TZ silikonovou probarvenou omítkou. Přesná </w:t>
      </w:r>
      <w:proofErr w:type="spellStart"/>
      <w:r w:rsidRPr="00971D0E">
        <w:rPr>
          <w:rFonts w:eastAsia="Calibri" w:cs="Times New Roman"/>
          <w:lang w:eastAsia="cs-CZ"/>
        </w:rPr>
        <w:t>tl</w:t>
      </w:r>
      <w:proofErr w:type="spellEnd"/>
      <w:r w:rsidRPr="00971D0E">
        <w:rPr>
          <w:rFonts w:eastAsia="Calibri" w:cs="Times New Roman"/>
          <w:lang w:eastAsia="cs-CZ"/>
        </w:rPr>
        <w:t xml:space="preserve">. </w:t>
      </w:r>
      <w:r w:rsidR="00971D0E">
        <w:rPr>
          <w:rFonts w:eastAsia="Calibri" w:cs="Times New Roman"/>
          <w:lang w:eastAsia="cs-CZ"/>
        </w:rPr>
        <w:t>i</w:t>
      </w:r>
      <w:r w:rsidRPr="00971D0E">
        <w:rPr>
          <w:rFonts w:eastAsia="Calibri" w:cs="Times New Roman"/>
          <w:lang w:eastAsia="cs-CZ"/>
        </w:rPr>
        <w:t>zolace musí být řešena v návaznosti na dotaz č. 20</w:t>
      </w:r>
      <w:r w:rsidR="00971D0E" w:rsidRPr="00971D0E">
        <w:rPr>
          <w:rFonts w:eastAsia="Calibri" w:cs="Times New Roman"/>
          <w:lang w:eastAsia="cs-CZ"/>
        </w:rPr>
        <w:t>4</w:t>
      </w:r>
      <w:r w:rsidRPr="00971D0E">
        <w:rPr>
          <w:rFonts w:eastAsia="Calibri" w:cs="Times New Roman"/>
          <w:lang w:eastAsia="cs-CZ"/>
        </w:rPr>
        <w:t xml:space="preserve">. </w:t>
      </w:r>
    </w:p>
    <w:p w14:paraId="0AE86E03" w14:textId="77777777" w:rsidR="00D3327C" w:rsidRPr="004A2125" w:rsidRDefault="00D3327C" w:rsidP="0073350F">
      <w:pPr>
        <w:spacing w:after="0" w:line="240" w:lineRule="auto"/>
        <w:rPr>
          <w:b/>
          <w:bCs/>
        </w:rPr>
      </w:pPr>
    </w:p>
    <w:p w14:paraId="7B59E160" w14:textId="77777777" w:rsidR="0073350F" w:rsidRPr="004A2125" w:rsidRDefault="0073350F" w:rsidP="0073350F">
      <w:pPr>
        <w:spacing w:after="0" w:line="240" w:lineRule="auto"/>
        <w:rPr>
          <w:b/>
          <w:bCs/>
        </w:rPr>
      </w:pPr>
    </w:p>
    <w:p w14:paraId="33151B26" w14:textId="45BC1F72" w:rsidR="004A2125" w:rsidRPr="004A2125" w:rsidRDefault="004A2125" w:rsidP="00E73E05">
      <w:pPr>
        <w:spacing w:after="0" w:line="259" w:lineRule="auto"/>
      </w:pPr>
      <w:r w:rsidRPr="004A2125">
        <w:rPr>
          <w:b/>
          <w:bCs/>
        </w:rPr>
        <w:lastRenderedPageBreak/>
        <w:t>Dotaz č.20</w:t>
      </w:r>
      <w:r>
        <w:rPr>
          <w:b/>
          <w:bCs/>
        </w:rPr>
        <w:t>6</w:t>
      </w:r>
      <w:r w:rsidRPr="004A2125">
        <w:rPr>
          <w:b/>
          <w:bCs/>
        </w:rPr>
        <w:t>:</w:t>
      </w:r>
      <w:r w:rsidR="00A50BDB" w:rsidRPr="00A50BDB">
        <w:rPr>
          <w:b/>
          <w:bCs/>
          <w:highlight w:val="yellow"/>
        </w:rPr>
        <w:t xml:space="preserve"> </w:t>
      </w:r>
    </w:p>
    <w:p w14:paraId="4BBF5121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Dle zadavatelem postoupené dokumentace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r w:rsidRPr="004A2125">
        <w:rPr>
          <w:rFonts w:eastAsia="Times New Roman" w:cs="Arial"/>
          <w:lang w:eastAsia="cs-CZ"/>
        </w:rPr>
        <w:t xml:space="preserve">je nutné v rámci </w:t>
      </w:r>
      <w:proofErr w:type="gramStart"/>
      <w:r w:rsidRPr="004A2125">
        <w:rPr>
          <w:rFonts w:eastAsia="Times New Roman" w:cs="Arial"/>
          <w:lang w:eastAsia="cs-CZ"/>
        </w:rPr>
        <w:t>řezu  A</w:t>
      </w:r>
      <w:proofErr w:type="gramEnd"/>
      <w:r w:rsidRPr="004A2125">
        <w:rPr>
          <w:rFonts w:eastAsia="Times New Roman" w:cs="Arial"/>
          <w:lang w:eastAsia="cs-CZ"/>
        </w:rPr>
        <w:t>-A upřesnění skladby střechy S4.</w:t>
      </w:r>
    </w:p>
    <w:p w14:paraId="3A2B0150" w14:textId="4881DBAB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>V technické zprávě je v bodě 3.4 popisováno řešení pokládky celoplošného dřevěného bednění, separační vrstvy a falcované plechové krytiny. V samotném řezu je pak skladba S4 odlišná.</w:t>
      </w:r>
    </w:p>
    <w:p w14:paraId="4A5ADA8B" w14:textId="38D505E4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>V soupisu prací je pak počítáno s novými latěmi 40x60 mm (4,335 m3), demontáž bednění. Nové bednění však zde není uvedeno.</w:t>
      </w:r>
    </w:p>
    <w:p w14:paraId="1A7EDAA5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Žádáme zadavatele o upřesnění požadavku na řešení skladby střešního pláště.</w:t>
      </w:r>
    </w:p>
    <w:p w14:paraId="0F969EBF" w14:textId="77777777" w:rsidR="004A2125" w:rsidRPr="004A2125" w:rsidRDefault="004A2125" w:rsidP="004A212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</w:p>
    <w:p w14:paraId="23EEADEF" w14:textId="26C309BA" w:rsidR="004A2125" w:rsidRDefault="004A2125" w:rsidP="0073350F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2BFC5655" w14:textId="77777777" w:rsidR="0073350F" w:rsidRPr="00D3327C" w:rsidRDefault="0073350F" w:rsidP="0073350F">
      <w:pPr>
        <w:spacing w:after="0" w:line="240" w:lineRule="auto"/>
        <w:rPr>
          <w:bCs/>
        </w:rPr>
      </w:pPr>
      <w:r w:rsidRPr="00D3327C">
        <w:rPr>
          <w:rFonts w:eastAsia="Calibri" w:cs="Times New Roman"/>
          <w:lang w:eastAsia="cs-CZ"/>
        </w:rPr>
        <w:t xml:space="preserve">Přesná skladba (nutnost demontáže bednění) bude posouzena v rámci realizace stavby po demontáži krytiny. </w:t>
      </w:r>
    </w:p>
    <w:p w14:paraId="2358FA24" w14:textId="0B260617" w:rsidR="0073350F" w:rsidRDefault="0073350F" w:rsidP="0073350F">
      <w:pPr>
        <w:spacing w:after="0" w:line="240" w:lineRule="auto"/>
        <w:rPr>
          <w:b/>
          <w:bCs/>
        </w:rPr>
      </w:pPr>
    </w:p>
    <w:p w14:paraId="4CC44AFD" w14:textId="77777777" w:rsidR="0073350F" w:rsidRPr="004A2125" w:rsidRDefault="0073350F" w:rsidP="0073350F">
      <w:pPr>
        <w:spacing w:after="0" w:line="240" w:lineRule="auto"/>
        <w:rPr>
          <w:b/>
          <w:bCs/>
        </w:rPr>
      </w:pPr>
    </w:p>
    <w:p w14:paraId="1C2C1EDE" w14:textId="1C7492EA" w:rsidR="004A2125" w:rsidRPr="004A2125" w:rsidRDefault="004A2125" w:rsidP="00E73E05">
      <w:pPr>
        <w:spacing w:after="0" w:line="259" w:lineRule="auto"/>
      </w:pPr>
      <w:r w:rsidRPr="004A2125">
        <w:rPr>
          <w:b/>
          <w:bCs/>
        </w:rPr>
        <w:t>Dotaz č.20</w:t>
      </w:r>
      <w:r>
        <w:rPr>
          <w:b/>
          <w:bCs/>
        </w:rPr>
        <w:t>7</w:t>
      </w:r>
      <w:r w:rsidRPr="004A2125">
        <w:rPr>
          <w:b/>
          <w:bCs/>
        </w:rPr>
        <w:t>:</w:t>
      </w:r>
      <w:bookmarkStart w:id="2" w:name="_Hlk146199258"/>
    </w:p>
    <w:p w14:paraId="63A8EFCE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V zadavatelem postoupené dokumentaci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bookmarkEnd w:id="2"/>
      <w:r w:rsidRPr="004A2125">
        <w:rPr>
          <w:rFonts w:eastAsia="Times New Roman" w:cs="Arial"/>
          <w:lang w:eastAsia="cs-CZ"/>
        </w:rPr>
        <w:t>nejsou v soupisu prací v rámci klempířských prvků specifikovány větrací prvky střešního pláště.</w:t>
      </w:r>
    </w:p>
    <w:p w14:paraId="44323232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Žádáme zadavatele o upřesnění požadavku na větrání nezastřešeného prostoru.</w:t>
      </w:r>
    </w:p>
    <w:p w14:paraId="54BC8214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</w:p>
    <w:p w14:paraId="331AEED9" w14:textId="63E6A180" w:rsidR="004A2125" w:rsidRDefault="004A2125" w:rsidP="004A2125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07608468" w14:textId="272644AB" w:rsidR="00D3327C" w:rsidRDefault="00FC6EB1" w:rsidP="00E73E05">
      <w:pPr>
        <w:spacing w:after="0"/>
        <w:rPr>
          <w:bCs/>
          <w:lang w:eastAsia="cs-CZ"/>
        </w:rPr>
      </w:pPr>
      <w:r w:rsidRPr="00D3327C">
        <w:rPr>
          <w:bCs/>
          <w:lang w:eastAsia="cs-CZ"/>
        </w:rPr>
        <w:t>Budou zvoleny systémové větrací prvky, které budou součástí dodávky střešní krytiny.</w:t>
      </w:r>
    </w:p>
    <w:p w14:paraId="0225244C" w14:textId="1DAB2EFE" w:rsidR="00E73E05" w:rsidRDefault="00E73E05" w:rsidP="00E73E05">
      <w:pPr>
        <w:spacing w:after="0"/>
        <w:rPr>
          <w:bCs/>
          <w:lang w:eastAsia="cs-CZ"/>
        </w:rPr>
      </w:pPr>
    </w:p>
    <w:p w14:paraId="4B369360" w14:textId="77777777" w:rsidR="00E73E05" w:rsidRPr="00D3327C" w:rsidRDefault="00E73E05" w:rsidP="00E73E05">
      <w:pPr>
        <w:spacing w:after="0"/>
        <w:rPr>
          <w:bCs/>
          <w:lang w:eastAsia="cs-CZ"/>
        </w:rPr>
      </w:pPr>
    </w:p>
    <w:p w14:paraId="798BDDD2" w14:textId="6E3C5C45" w:rsidR="004A2125" w:rsidRPr="004A2125" w:rsidRDefault="004A2125" w:rsidP="00E73E05">
      <w:pPr>
        <w:spacing w:after="0" w:line="259" w:lineRule="auto"/>
      </w:pPr>
      <w:r w:rsidRPr="004A2125">
        <w:rPr>
          <w:b/>
          <w:bCs/>
        </w:rPr>
        <w:t>Dotaz č.20</w:t>
      </w:r>
      <w:r>
        <w:rPr>
          <w:b/>
          <w:bCs/>
        </w:rPr>
        <w:t>8</w:t>
      </w:r>
      <w:r w:rsidRPr="004A2125">
        <w:rPr>
          <w:b/>
          <w:bCs/>
        </w:rPr>
        <w:t>:</w:t>
      </w:r>
      <w:r w:rsidR="00A50BDB" w:rsidRPr="00A50BDB">
        <w:rPr>
          <w:b/>
          <w:bCs/>
          <w:highlight w:val="yellow"/>
        </w:rPr>
        <w:t xml:space="preserve"> </w:t>
      </w:r>
    </w:p>
    <w:p w14:paraId="05C9AFF6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V zadavatelem postoupené dokumentaci – soupisu prací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r w:rsidRPr="004A2125">
        <w:rPr>
          <w:rFonts w:eastAsia="Times New Roman" w:cs="Arial"/>
          <w:lang w:eastAsia="cs-CZ"/>
        </w:rPr>
        <w:t xml:space="preserve">je v rámci položky č. 73 – </w:t>
      </w:r>
      <w:r w:rsidRPr="004A2125">
        <w:rPr>
          <w:rFonts w:eastAsia="Times New Roman" w:cs="Arial"/>
          <w:i/>
          <w:iCs/>
          <w:lang w:eastAsia="cs-CZ"/>
        </w:rPr>
        <w:t>Impregnace řeziva</w:t>
      </w:r>
      <w:r w:rsidRPr="004A2125">
        <w:rPr>
          <w:rFonts w:eastAsia="Times New Roman" w:cs="Arial"/>
          <w:lang w:eastAsia="cs-CZ"/>
        </w:rPr>
        <w:t xml:space="preserve"> – požadavek na provedení impregnace máčením.</w:t>
      </w:r>
    </w:p>
    <w:p w14:paraId="5BBF9442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 xml:space="preserve">Žádáme zadavatele o upřesnění provedení v případě stávajících dřevěných prvků. </w:t>
      </w:r>
    </w:p>
    <w:p w14:paraId="5FA78D81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</w:p>
    <w:p w14:paraId="26AB6F11" w14:textId="7D18082A" w:rsidR="004A2125" w:rsidRDefault="004A2125" w:rsidP="004A2125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1DFE1F3B" w14:textId="5926BC2B" w:rsidR="0073350F" w:rsidRPr="00D3327C" w:rsidRDefault="0073350F" w:rsidP="0073350F">
      <w:pPr>
        <w:spacing w:after="0" w:line="240" w:lineRule="auto"/>
        <w:rPr>
          <w:bCs/>
        </w:rPr>
      </w:pPr>
      <w:r w:rsidRPr="00D3327C">
        <w:rPr>
          <w:rFonts w:eastAsia="Calibri" w:cs="Times New Roman"/>
          <w:lang w:eastAsia="cs-CZ"/>
        </w:rPr>
        <w:t>Impregnace se týká nových dřevěných prvků.</w:t>
      </w:r>
    </w:p>
    <w:p w14:paraId="19D09A5F" w14:textId="77777777" w:rsidR="004A2125" w:rsidRPr="004A2125" w:rsidRDefault="004A2125" w:rsidP="004A2125">
      <w:pPr>
        <w:spacing w:line="259" w:lineRule="auto"/>
        <w:rPr>
          <w:b/>
          <w:bCs/>
        </w:rPr>
      </w:pPr>
    </w:p>
    <w:p w14:paraId="6E01ED9B" w14:textId="5307559D" w:rsidR="00D3327C" w:rsidRDefault="004A2125" w:rsidP="00E73E05">
      <w:pPr>
        <w:spacing w:after="0" w:line="259" w:lineRule="auto"/>
        <w:rPr>
          <w:rFonts w:eastAsia="Times New Roman" w:cs="Arial"/>
          <w:color w:val="000000"/>
          <w:lang w:eastAsia="cs-CZ"/>
        </w:rPr>
      </w:pPr>
      <w:r w:rsidRPr="004A2125">
        <w:rPr>
          <w:b/>
          <w:bCs/>
        </w:rPr>
        <w:t>Dotaz č.20</w:t>
      </w:r>
      <w:r>
        <w:rPr>
          <w:b/>
          <w:bCs/>
        </w:rPr>
        <w:t>9</w:t>
      </w:r>
      <w:r w:rsidRPr="004A2125">
        <w:rPr>
          <w:b/>
          <w:bCs/>
        </w:rPr>
        <w:t>:</w:t>
      </w:r>
      <w:r w:rsidR="00A50BDB" w:rsidRPr="00A50BDB">
        <w:rPr>
          <w:b/>
          <w:bCs/>
          <w:highlight w:val="yellow"/>
        </w:rPr>
        <w:t xml:space="preserve"> </w:t>
      </w:r>
    </w:p>
    <w:p w14:paraId="61F39EE3" w14:textId="564D494D" w:rsidR="004A2125" w:rsidRPr="004A2125" w:rsidRDefault="004A2125" w:rsidP="00E73E05">
      <w:pPr>
        <w:spacing w:after="0" w:line="259" w:lineRule="auto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K zadavatelem postoupené dokumentaci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r w:rsidRPr="004A2125">
        <w:rPr>
          <w:rFonts w:eastAsia="Times New Roman" w:cs="Arial"/>
          <w:lang w:eastAsia="cs-CZ"/>
        </w:rPr>
        <w:t>si dovolujeme upozornit zadavatele na</w:t>
      </w:r>
      <w:r w:rsidRPr="004A2125">
        <w:rPr>
          <w:rFonts w:eastAsia="Times New Roman" w:cs="Arial"/>
          <w:b/>
          <w:bCs/>
          <w:lang w:eastAsia="cs-CZ"/>
        </w:rPr>
        <w:t xml:space="preserve"> </w:t>
      </w:r>
      <w:r w:rsidRPr="004A2125">
        <w:rPr>
          <w:rFonts w:eastAsia="Times New Roman" w:cs="Arial"/>
          <w:lang w:eastAsia="cs-CZ"/>
        </w:rPr>
        <w:t xml:space="preserve">řešení skladby S3, kde pochozí vrstva tvořená z OSB desek bude tvořit </w:t>
      </w:r>
      <w:proofErr w:type="spellStart"/>
      <w:r w:rsidRPr="004A2125">
        <w:rPr>
          <w:rFonts w:eastAsia="Times New Roman" w:cs="Arial"/>
          <w:lang w:eastAsia="cs-CZ"/>
        </w:rPr>
        <w:t>parobrzdu</w:t>
      </w:r>
      <w:proofErr w:type="spellEnd"/>
      <w:r w:rsidRPr="004A2125">
        <w:rPr>
          <w:rFonts w:eastAsia="Times New Roman" w:cs="Arial"/>
          <w:lang w:eastAsia="cs-CZ"/>
        </w:rPr>
        <w:t xml:space="preserve"> a podkladní </w:t>
      </w:r>
      <w:proofErr w:type="spellStart"/>
      <w:r w:rsidRPr="004A2125">
        <w:rPr>
          <w:rFonts w:eastAsia="Times New Roman" w:cs="Arial"/>
          <w:lang w:eastAsia="cs-CZ"/>
        </w:rPr>
        <w:t>paropropustná</w:t>
      </w:r>
      <w:proofErr w:type="spellEnd"/>
      <w:r w:rsidRPr="004A2125">
        <w:rPr>
          <w:rFonts w:eastAsia="Times New Roman" w:cs="Arial"/>
          <w:lang w:eastAsia="cs-CZ"/>
        </w:rPr>
        <w:t xml:space="preserve"> fólie tak bude postrádat svoji funkci.</w:t>
      </w:r>
    </w:p>
    <w:p w14:paraId="1AE29DC1" w14:textId="35946DCD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Současně upozorňujeme, že navržená parozábrana z PE v </w:t>
      </w:r>
      <w:proofErr w:type="spellStart"/>
      <w:r w:rsidRPr="004A2125">
        <w:rPr>
          <w:rFonts w:eastAsia="Times New Roman" w:cs="Arial"/>
          <w:color w:val="000000"/>
          <w:lang w:eastAsia="cs-CZ"/>
        </w:rPr>
        <w:t>tl</w:t>
      </w:r>
      <w:proofErr w:type="spellEnd"/>
      <w:r w:rsidRPr="004A2125">
        <w:rPr>
          <w:rFonts w:eastAsia="Times New Roman" w:cs="Arial"/>
          <w:color w:val="000000"/>
          <w:lang w:eastAsia="cs-CZ"/>
        </w:rPr>
        <w:t>. 0,2 mm není zcela nevhodnějším řešením z pohledů řešených detailů, prostupů touto vrstvou a vlastní mechanické odolnosti.</w:t>
      </w:r>
    </w:p>
    <w:p w14:paraId="02CAB28F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Žádáme o potvrzení, že zadavatel trvá na navrženém řešení.</w:t>
      </w:r>
    </w:p>
    <w:p w14:paraId="03CE5B3C" w14:textId="77777777" w:rsidR="00E73E05" w:rsidRDefault="00E73E05" w:rsidP="0073350F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14:paraId="512BD5BF" w14:textId="07C0A032" w:rsidR="004A2125" w:rsidRDefault="004A2125" w:rsidP="0073350F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21A32B3F" w14:textId="465E5B8E" w:rsidR="0073350F" w:rsidRPr="00D3327C" w:rsidRDefault="00D3327C" w:rsidP="0073350F">
      <w:pPr>
        <w:spacing w:after="0" w:line="240" w:lineRule="auto"/>
        <w:rPr>
          <w:bCs/>
        </w:rPr>
      </w:pPr>
      <w:r w:rsidRPr="00D3327C">
        <w:rPr>
          <w:rFonts w:eastAsia="Calibri" w:cs="Times New Roman"/>
          <w:lang w:eastAsia="cs-CZ"/>
        </w:rPr>
        <w:t>Zadavatel t</w:t>
      </w:r>
      <w:r w:rsidR="0073350F" w:rsidRPr="00D3327C">
        <w:rPr>
          <w:rFonts w:eastAsia="Calibri" w:cs="Times New Roman"/>
          <w:lang w:eastAsia="cs-CZ"/>
        </w:rPr>
        <w:t>rvá na navrženém řešení.</w:t>
      </w:r>
    </w:p>
    <w:p w14:paraId="72C22247" w14:textId="77777777" w:rsidR="0073350F" w:rsidRDefault="0073350F" w:rsidP="004A2125">
      <w:pPr>
        <w:spacing w:line="259" w:lineRule="auto"/>
        <w:rPr>
          <w:b/>
          <w:bCs/>
        </w:rPr>
      </w:pPr>
    </w:p>
    <w:p w14:paraId="6CFF0F59" w14:textId="0E1DE346" w:rsidR="004A2125" w:rsidRPr="004A2125" w:rsidRDefault="004A2125" w:rsidP="00E73E05">
      <w:pPr>
        <w:spacing w:after="0" w:line="259" w:lineRule="auto"/>
      </w:pPr>
      <w:r w:rsidRPr="004A2125">
        <w:rPr>
          <w:b/>
          <w:bCs/>
        </w:rPr>
        <w:t>Dotaz č.2</w:t>
      </w:r>
      <w:r>
        <w:rPr>
          <w:b/>
          <w:bCs/>
        </w:rPr>
        <w:t>10</w:t>
      </w:r>
      <w:r w:rsidRPr="004A2125">
        <w:rPr>
          <w:b/>
          <w:bCs/>
        </w:rPr>
        <w:t>:</w:t>
      </w:r>
      <w:r w:rsidR="00A50BDB" w:rsidRPr="00A50BDB">
        <w:rPr>
          <w:b/>
          <w:bCs/>
          <w:highlight w:val="yellow"/>
        </w:rPr>
        <w:t xml:space="preserve"> </w:t>
      </w:r>
    </w:p>
    <w:p w14:paraId="7967019B" w14:textId="0B0F3D01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lang w:eastAsia="cs-CZ"/>
        </w:rPr>
      </w:pPr>
      <w:r w:rsidRPr="004A2125">
        <w:rPr>
          <w:rFonts w:eastAsia="Times New Roman" w:cs="Arial"/>
          <w:color w:val="000000"/>
          <w:lang w:eastAsia="cs-CZ"/>
        </w:rPr>
        <w:t xml:space="preserve">V zadavatelem postoupené dokumentaci – Technické zprávě ke </w:t>
      </w:r>
      <w:r w:rsidRPr="004A2125">
        <w:rPr>
          <w:rFonts w:eastAsia="Times New Roman" w:cs="Arial"/>
          <w:b/>
          <w:bCs/>
          <w:lang w:eastAsia="cs-CZ"/>
        </w:rPr>
        <w:t xml:space="preserve">SO 02-71-02 Vlkov u Tišnova – Křižanov – stavební úpravy budovy </w:t>
      </w:r>
      <w:proofErr w:type="spellStart"/>
      <w:r w:rsidRPr="004A2125">
        <w:rPr>
          <w:rFonts w:eastAsia="Times New Roman" w:cs="Arial"/>
          <w:b/>
          <w:bCs/>
          <w:lang w:eastAsia="cs-CZ"/>
        </w:rPr>
        <w:t>zast</w:t>
      </w:r>
      <w:proofErr w:type="spellEnd"/>
      <w:r w:rsidRPr="004A2125">
        <w:rPr>
          <w:rFonts w:eastAsia="Times New Roman" w:cs="Arial"/>
          <w:b/>
          <w:bCs/>
          <w:lang w:eastAsia="cs-CZ"/>
        </w:rPr>
        <w:t xml:space="preserve">. Ořechov </w:t>
      </w:r>
      <w:r w:rsidRPr="004A2125">
        <w:rPr>
          <w:rFonts w:eastAsia="Times New Roman" w:cs="Arial"/>
          <w:lang w:eastAsia="cs-CZ"/>
        </w:rPr>
        <w:t xml:space="preserve">je uveden požadavek na řešení kontaktního zateplení v kvalitativní třídě A.  </w:t>
      </w:r>
    </w:p>
    <w:p w14:paraId="72EFE071" w14:textId="62A3F7E6" w:rsidR="004A2125" w:rsidRPr="00E73E0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color w:val="000000"/>
          <w:lang w:eastAsia="cs-CZ"/>
        </w:rPr>
      </w:pPr>
      <w:r w:rsidRPr="004A2125">
        <w:rPr>
          <w:rFonts w:eastAsia="Times New Roman" w:cs="Arial"/>
          <w:lang w:eastAsia="cs-CZ"/>
        </w:rPr>
        <w:t>Ve skladbě S2 je uveden požadavek na skladbu kontaktního zateplení v soklové části, z pohledu požadavku na finální povrchovou úpravu.</w:t>
      </w:r>
    </w:p>
    <w:p w14:paraId="778230FB" w14:textId="77777777" w:rsidR="004A2125" w:rsidRPr="004A2125" w:rsidRDefault="004A2125" w:rsidP="00E73E05">
      <w:p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Žádáme zadavatele:</w:t>
      </w:r>
    </w:p>
    <w:p w14:paraId="589DF69B" w14:textId="77777777" w:rsidR="004A2125" w:rsidRPr="004A2125" w:rsidRDefault="004A2125" w:rsidP="00E73E05">
      <w:pPr>
        <w:numPr>
          <w:ilvl w:val="0"/>
          <w:numId w:val="27"/>
        </w:num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o informaci (potvrzení), zda je zadavateli (zpracovateli PD) znám dodavatel systému     v uvedené skladbě s certifikací v třídě A,</w:t>
      </w:r>
    </w:p>
    <w:p w14:paraId="121147B7" w14:textId="2C064890" w:rsidR="004A2125" w:rsidRPr="00E73E05" w:rsidRDefault="004A2125" w:rsidP="00E73E05">
      <w:pPr>
        <w:numPr>
          <w:ilvl w:val="0"/>
          <w:numId w:val="27"/>
        </w:numPr>
        <w:tabs>
          <w:tab w:val="left" w:pos="0"/>
        </w:tabs>
        <w:spacing w:after="0" w:line="240" w:lineRule="exact"/>
        <w:jc w:val="both"/>
        <w:outlineLvl w:val="0"/>
        <w:rPr>
          <w:rFonts w:eastAsia="Times New Roman" w:cs="Arial"/>
          <w:b/>
          <w:bCs/>
          <w:i/>
          <w:iCs/>
          <w:color w:val="000000"/>
          <w:lang w:eastAsia="cs-CZ"/>
        </w:rPr>
      </w:pPr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 xml:space="preserve">o potvrzení požadavku na použití lepící vrstvy s faktorem difuzního odporu max. 25 pro skladbu s tepelnou izolaci, která má faktor difuzního odporu </w:t>
      </w:r>
      <w:proofErr w:type="gramStart"/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>80 - 200</w:t>
      </w:r>
      <w:proofErr w:type="gramEnd"/>
      <w:r w:rsidRPr="004A2125">
        <w:rPr>
          <w:rFonts w:eastAsia="Times New Roman" w:cs="Arial"/>
          <w:b/>
          <w:bCs/>
          <w:i/>
          <w:iCs/>
          <w:color w:val="000000"/>
          <w:lang w:eastAsia="cs-CZ"/>
        </w:rPr>
        <w:t xml:space="preserve"> (tento však definován v PD není).</w:t>
      </w:r>
    </w:p>
    <w:p w14:paraId="0B4BF44D" w14:textId="481C9F6C" w:rsidR="00F4767C" w:rsidRDefault="004A2125" w:rsidP="0073350F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B161B46" w14:textId="03E851D9" w:rsidR="0073350F" w:rsidRPr="00B83D7D" w:rsidRDefault="00B83D7D" w:rsidP="0073350F">
      <w:pPr>
        <w:spacing w:after="0" w:line="240" w:lineRule="auto"/>
        <w:rPr>
          <w:rFonts w:eastAsia="Calibri" w:cs="Times New Roman"/>
          <w:lang w:eastAsia="cs-CZ"/>
        </w:rPr>
      </w:pPr>
      <w:r w:rsidRPr="00B83D7D">
        <w:rPr>
          <w:rFonts w:eastAsia="Calibri" w:cs="Times New Roman"/>
          <w:lang w:eastAsia="cs-CZ"/>
        </w:rPr>
        <w:t xml:space="preserve">Ad a) </w:t>
      </w:r>
      <w:r w:rsidR="0073350F" w:rsidRPr="00B83D7D">
        <w:rPr>
          <w:rFonts w:eastAsia="Calibri" w:cs="Times New Roman"/>
          <w:lang w:eastAsia="cs-CZ"/>
        </w:rPr>
        <w:t xml:space="preserve">Konkrétní dodavatel není znám. </w:t>
      </w:r>
    </w:p>
    <w:p w14:paraId="1A2156AD" w14:textId="384DE212" w:rsidR="0073350F" w:rsidRPr="00B83D7D" w:rsidRDefault="00B83D7D" w:rsidP="0073350F">
      <w:pPr>
        <w:spacing w:after="0" w:line="240" w:lineRule="auto"/>
        <w:rPr>
          <w:bCs/>
        </w:rPr>
      </w:pPr>
      <w:r w:rsidRPr="00B83D7D">
        <w:rPr>
          <w:rFonts w:eastAsia="Calibri" w:cs="Times New Roman"/>
          <w:lang w:eastAsia="cs-CZ"/>
        </w:rPr>
        <w:t xml:space="preserve">Ad b) </w:t>
      </w:r>
      <w:r w:rsidR="0073350F" w:rsidRPr="00B83D7D">
        <w:rPr>
          <w:rFonts w:eastAsia="Calibri" w:cs="Times New Roman"/>
          <w:lang w:eastAsia="cs-CZ"/>
        </w:rPr>
        <w:t xml:space="preserve">Požadavek potvrzujeme. </w:t>
      </w:r>
    </w:p>
    <w:p w14:paraId="0D1CE0C2" w14:textId="12093D8A" w:rsidR="0073350F" w:rsidRDefault="0073350F" w:rsidP="0073350F">
      <w:pPr>
        <w:spacing w:after="0" w:line="240" w:lineRule="auto"/>
        <w:rPr>
          <w:b/>
          <w:bCs/>
        </w:rPr>
      </w:pPr>
    </w:p>
    <w:p w14:paraId="078A9301" w14:textId="77777777" w:rsidR="00D3327C" w:rsidRPr="004A2125" w:rsidRDefault="00D3327C" w:rsidP="0073350F">
      <w:pPr>
        <w:spacing w:after="0" w:line="240" w:lineRule="auto"/>
        <w:rPr>
          <w:b/>
          <w:bCs/>
        </w:rPr>
      </w:pPr>
    </w:p>
    <w:p w14:paraId="6F360BBD" w14:textId="3CCFA5BD" w:rsidR="00D8018B" w:rsidRDefault="00D8018B" w:rsidP="00E73E05">
      <w:pPr>
        <w:spacing w:after="0" w:line="259" w:lineRule="auto"/>
        <w:rPr>
          <w:b/>
          <w:bCs/>
        </w:rPr>
      </w:pPr>
      <w:r w:rsidRPr="004A2125">
        <w:rPr>
          <w:b/>
          <w:bCs/>
        </w:rPr>
        <w:t>Dotaz č.2</w:t>
      </w:r>
      <w:r>
        <w:rPr>
          <w:b/>
          <w:bCs/>
        </w:rPr>
        <w:t>11</w:t>
      </w:r>
      <w:r w:rsidRPr="004A2125">
        <w:rPr>
          <w:b/>
          <w:bCs/>
        </w:rPr>
        <w:t>:</w:t>
      </w:r>
      <w:r>
        <w:rPr>
          <w:b/>
          <w:bCs/>
        </w:rPr>
        <w:t xml:space="preserve"> </w:t>
      </w:r>
    </w:p>
    <w:p w14:paraId="076D3338" w14:textId="77777777" w:rsidR="00D8018B" w:rsidRPr="004A2125" w:rsidRDefault="00D8018B" w:rsidP="00E73E05">
      <w:pPr>
        <w:spacing w:after="0" w:line="259" w:lineRule="auto"/>
      </w:pPr>
      <w:r w:rsidRPr="00201035">
        <w:rPr>
          <w:rFonts w:ascii="Tahoma" w:hAnsi="Tahoma" w:cs="Tahoma"/>
          <w:b/>
          <w:color w:val="000000"/>
          <w:sz w:val="19"/>
          <w:szCs w:val="19"/>
          <w:shd w:val="clear" w:color="auto" w:fill="FFFFFF"/>
        </w:rPr>
        <w:t>SO 02-10-01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: jakou činnost reprezentují pol.č.6 a 7 soupisu prací? Mají se týkat materiálu k recyklaci, ale jeho odtěžení z koleje a doprava k recyklaci jsou již zahrnuty v jiných položkách.</w:t>
      </w:r>
    </w:p>
    <w:p w14:paraId="58198819" w14:textId="77777777" w:rsidR="00E73E05" w:rsidRDefault="00E73E05" w:rsidP="007C728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838EDB" w14:textId="55708134" w:rsidR="00D8018B" w:rsidRDefault="00D8018B" w:rsidP="007C7289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293FED79" w14:textId="77777777" w:rsidR="007C7289" w:rsidRPr="004B2945" w:rsidRDefault="007C7289" w:rsidP="007C7289">
      <w:pPr>
        <w:spacing w:after="0" w:line="240" w:lineRule="auto"/>
        <w:rPr>
          <w:bCs/>
        </w:rPr>
      </w:pPr>
      <w:r w:rsidRPr="004B2945">
        <w:rPr>
          <w:rFonts w:eastAsia="Calibri" w:cs="Times New Roman"/>
          <w:lang w:eastAsia="cs-CZ"/>
        </w:rPr>
        <w:t xml:space="preserve">Ano, odtěžení stávajícího kolejového lože a jeho doprava je již zahrnuta v jiných položkách, ale jeho uložení před vlastní recyklací je právě obsaženo v položce č. 7 kód položky 17120 ULOŽENÍ SYPANINY DO NÁSYPŮ A NA SKLÁDKY BEZ ZHUTNĚNÍ a po recyklaci je nutné toto již </w:t>
      </w:r>
      <w:proofErr w:type="spellStart"/>
      <w:r w:rsidRPr="004B2945">
        <w:rPr>
          <w:rFonts w:eastAsia="Calibri" w:cs="Times New Roman"/>
          <w:lang w:eastAsia="cs-CZ"/>
        </w:rPr>
        <w:t>zrecyklované</w:t>
      </w:r>
      <w:proofErr w:type="spellEnd"/>
      <w:r w:rsidRPr="004B2945">
        <w:rPr>
          <w:rFonts w:eastAsia="Calibri" w:cs="Times New Roman"/>
          <w:lang w:eastAsia="cs-CZ"/>
        </w:rPr>
        <w:t xml:space="preserve"> lože opětovně vykopat a naložit v rámci položky č. 6 kód položky 12583A VYKOPÁVKY ZE ZEMNÍKŮ A SKLÁDEK TŘ. </w:t>
      </w:r>
      <w:proofErr w:type="gramStart"/>
      <w:r w:rsidRPr="004B2945">
        <w:rPr>
          <w:rFonts w:eastAsia="Calibri" w:cs="Times New Roman"/>
          <w:lang w:eastAsia="cs-CZ"/>
        </w:rPr>
        <w:t>II - BEZ</w:t>
      </w:r>
      <w:proofErr w:type="gramEnd"/>
      <w:r w:rsidRPr="004B2945">
        <w:rPr>
          <w:rFonts w:eastAsia="Calibri" w:cs="Times New Roman"/>
          <w:lang w:eastAsia="cs-CZ"/>
        </w:rPr>
        <w:t xml:space="preserve"> DOPRAVY.</w:t>
      </w:r>
    </w:p>
    <w:p w14:paraId="41AEC76D" w14:textId="3BEB6DDC" w:rsidR="007C7289" w:rsidRDefault="007C7289" w:rsidP="007C7289">
      <w:pPr>
        <w:spacing w:after="0" w:line="240" w:lineRule="auto"/>
        <w:rPr>
          <w:rFonts w:ascii="Calibri" w:eastAsia="Calibri" w:hAnsi="Calibri" w:cs="Times New Roman"/>
        </w:rPr>
      </w:pPr>
    </w:p>
    <w:p w14:paraId="51E2552E" w14:textId="77777777" w:rsidR="00E73E05" w:rsidRPr="00E73E05" w:rsidRDefault="00E73E05" w:rsidP="007C7289">
      <w:pPr>
        <w:spacing w:after="0" w:line="240" w:lineRule="auto"/>
        <w:rPr>
          <w:rFonts w:ascii="Calibri" w:eastAsia="Calibri" w:hAnsi="Calibri" w:cs="Times New Roman"/>
        </w:rPr>
      </w:pPr>
    </w:p>
    <w:p w14:paraId="500C2DC5" w14:textId="55578E0D" w:rsidR="00D8018B" w:rsidRDefault="00D8018B" w:rsidP="00E73E05">
      <w:pPr>
        <w:spacing w:after="0" w:line="259" w:lineRule="auto"/>
        <w:rPr>
          <w:b/>
          <w:bCs/>
        </w:rPr>
      </w:pPr>
      <w:r w:rsidRPr="004A2125">
        <w:rPr>
          <w:b/>
          <w:bCs/>
        </w:rPr>
        <w:t>Dotaz č.2</w:t>
      </w:r>
      <w:r>
        <w:rPr>
          <w:b/>
          <w:bCs/>
        </w:rPr>
        <w:t>12</w:t>
      </w:r>
      <w:r w:rsidRPr="004A2125">
        <w:rPr>
          <w:b/>
          <w:bCs/>
        </w:rPr>
        <w:t>:</w:t>
      </w:r>
      <w:r w:rsidRPr="00D8018B">
        <w:rPr>
          <w:b/>
          <w:bCs/>
          <w:highlight w:val="yellow"/>
        </w:rPr>
        <w:t xml:space="preserve"> </w:t>
      </w:r>
    </w:p>
    <w:p w14:paraId="7E44B09C" w14:textId="77777777" w:rsidR="00D8018B" w:rsidRPr="00201035" w:rsidRDefault="00D8018B" w:rsidP="00E73E05">
      <w:pPr>
        <w:spacing w:after="0"/>
        <w:rPr>
          <w:b/>
        </w:rPr>
      </w:pPr>
      <w:r w:rsidRPr="00201035">
        <w:rPr>
          <w:b/>
        </w:rPr>
        <w:t>SO 02-11-01</w:t>
      </w:r>
    </w:p>
    <w:p w14:paraId="06EB1A0E" w14:textId="30B23678" w:rsidR="00D8018B" w:rsidRDefault="00D8018B" w:rsidP="00E73E05">
      <w:pPr>
        <w:spacing w:after="0"/>
        <w:rPr>
          <w:b/>
          <w:bCs/>
        </w:rPr>
      </w:pPr>
      <w:r w:rsidRPr="00FE4694">
        <w:t>„V odpovědi na dotaz č. 193 zadavatel uvádí, že požaduje použít chráničky a trativodní šachty (pol. 58, 59, 60) s kruhovou pevností SN 16.  Žádný z námi oslovených dodavatelů tento parametr u chrániček a šachet neuvádí. Trvá zadavatel na dodržení tuhosti SN 16 u chrániček a trativodních šachet? Pokud ano, může zadavatel sdělit příklad dodavatele, který parametr SN 16 u tohoto typu výrobků deklaruje, a současně v případě šachet vlastní příslušné osvědčení Správy železnic?“</w:t>
      </w:r>
    </w:p>
    <w:p w14:paraId="3FE06F16" w14:textId="77777777" w:rsidR="00E73E05" w:rsidRDefault="00E73E05" w:rsidP="00E73E05">
      <w:pPr>
        <w:spacing w:after="0"/>
        <w:rPr>
          <w:b/>
          <w:bCs/>
        </w:rPr>
      </w:pPr>
    </w:p>
    <w:p w14:paraId="513AF27A" w14:textId="3C538383" w:rsidR="005961D0" w:rsidRDefault="00D8018B" w:rsidP="007C7289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4A2125">
        <w:rPr>
          <w:rFonts w:eastAsia="Calibri" w:cs="Times New Roman"/>
          <w:b/>
          <w:lang w:eastAsia="cs-CZ"/>
        </w:rPr>
        <w:t xml:space="preserve">Odpověď: </w:t>
      </w:r>
    </w:p>
    <w:p w14:paraId="50DEFD53" w14:textId="7ED93F5E" w:rsidR="007C7289" w:rsidRPr="004B2945" w:rsidRDefault="00391BB5" w:rsidP="007C7289">
      <w:pPr>
        <w:spacing w:after="0" w:line="240" w:lineRule="auto"/>
        <w:rPr>
          <w:bCs/>
        </w:rPr>
      </w:pPr>
      <w:r>
        <w:rPr>
          <w:rFonts w:eastAsia="Calibri" w:cs="Times New Roman"/>
          <w:lang w:eastAsia="cs-CZ"/>
        </w:rPr>
        <w:t>Zadavatel</w:t>
      </w:r>
      <w:r w:rsidR="007C7289" w:rsidRPr="004B2945">
        <w:rPr>
          <w:rFonts w:eastAsia="Calibri" w:cs="Times New Roman"/>
          <w:lang w:eastAsia="cs-CZ"/>
        </w:rPr>
        <w:t xml:space="preserve"> nemůže uvádět konkrétního dodavatele stavebních výrobků do projektové dokumentace. Samozřejmě příslušné Osvědčení u SŽ na výše uvedené výrobky s uvedenou pevností existuje. Případná osvědčení si lze vyžádat u GŘ </w:t>
      </w:r>
      <w:r w:rsidR="00FC6EB1" w:rsidRPr="004B2945">
        <w:rPr>
          <w:rFonts w:eastAsia="Calibri" w:cs="Times New Roman"/>
          <w:lang w:eastAsia="cs-CZ"/>
        </w:rPr>
        <w:t>O13</w:t>
      </w:r>
      <w:r w:rsidR="007C7289" w:rsidRPr="004B2945">
        <w:rPr>
          <w:rFonts w:eastAsia="Calibri" w:cs="Times New Roman"/>
          <w:lang w:eastAsia="cs-CZ"/>
        </w:rPr>
        <w:t xml:space="preserve">. </w:t>
      </w:r>
    </w:p>
    <w:p w14:paraId="6AE919FF" w14:textId="3E40EF0E" w:rsidR="007C7289" w:rsidRDefault="007C7289" w:rsidP="007C7289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14:paraId="5C1FB55D" w14:textId="77777777" w:rsidR="00693F25" w:rsidRDefault="00693F25" w:rsidP="007C7289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14:paraId="6115FD3D" w14:textId="77777777" w:rsidR="00E73E05" w:rsidRPr="00396E8C" w:rsidRDefault="00E73E05" w:rsidP="00E73E0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3A10A71" w14:textId="77777777" w:rsidR="00E73E05" w:rsidRPr="00BD5319" w:rsidRDefault="00E73E05" w:rsidP="00E73E0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41A5F7F" w14:textId="77777777" w:rsidR="00E73E05" w:rsidRDefault="00E73E05" w:rsidP="00E73E05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CE9229" w14:textId="77777777" w:rsidR="00E73E05" w:rsidRPr="00BD5319" w:rsidRDefault="00E73E05" w:rsidP="00E73E05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9C9EEA9" w14:textId="77777777" w:rsidR="00E73E05" w:rsidRPr="00BD5319" w:rsidRDefault="00E73E05" w:rsidP="00E73E0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6E1C419" w14:textId="77777777" w:rsidR="00E73E05" w:rsidRPr="005961D0" w:rsidRDefault="00E73E05" w:rsidP="007C7289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</w:p>
    <w:p w14:paraId="243DCE4B" w14:textId="77777777" w:rsidR="00860E20" w:rsidRDefault="00BD5319" w:rsidP="00EC615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60E2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4A0CDF82" w14:textId="74F659B8" w:rsidR="00EC6153" w:rsidRDefault="00BD5319" w:rsidP="00EC615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860E20" w:rsidRPr="00860E20">
        <w:rPr>
          <w:rFonts w:eastAsia="Calibri" w:cs="Times New Roman"/>
          <w:bCs/>
          <w:lang w:eastAsia="cs-CZ"/>
        </w:rPr>
        <w:t xml:space="preserve">SO027101_2_202.pdf 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29DCD2D8" w14:textId="17916AA2" w:rsidR="00E73E05" w:rsidRDefault="00E73E05" w:rsidP="00EC615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40B48B3D" w14:textId="694E7A73" w:rsidR="00E73E05" w:rsidRDefault="00E73E05" w:rsidP="00EC615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70757F16" w14:textId="77777777" w:rsidR="00E73E05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63A198" w14:textId="40C8BFDE" w:rsidR="00E73E05" w:rsidRPr="00BD5319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4D3B05B5" w14:textId="77777777" w:rsidR="00E73E05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56D827" w14:textId="77777777" w:rsidR="00E73E05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AF437B" w14:textId="77777777" w:rsidR="00E73E05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BCB481" w14:textId="477DA35A" w:rsidR="00E73E05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F0831F" w14:textId="77777777" w:rsidR="00693F25" w:rsidRPr="00BD5319" w:rsidRDefault="00693F2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658524" w14:textId="77777777" w:rsidR="00E73E05" w:rsidRPr="00BD5319" w:rsidRDefault="00E73E05" w:rsidP="00E73E0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B18C78" w14:textId="77777777" w:rsidR="00E73E05" w:rsidRPr="00BD5319" w:rsidRDefault="00E73E05" w:rsidP="00E73E05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566C1FD" w14:textId="77777777" w:rsidR="00E73E05" w:rsidRPr="00BD5319" w:rsidRDefault="00E73E05" w:rsidP="00E73E05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22D046B" w14:textId="77777777" w:rsidR="00E73E05" w:rsidRPr="00BD5319" w:rsidRDefault="00E73E05" w:rsidP="00E73E0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40F39DE" w14:textId="77777777" w:rsidR="00E73E05" w:rsidRPr="00BD5319" w:rsidRDefault="00E73E05" w:rsidP="00E73E0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72BA794" w14:textId="77777777" w:rsidR="00E73E05" w:rsidRPr="00FD7070" w:rsidRDefault="00E73E05" w:rsidP="00E73E05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2BC7F13" w14:textId="77777777" w:rsidR="00E73E05" w:rsidRPr="00EC6153" w:rsidRDefault="00E73E05" w:rsidP="00EC615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sectPr w:rsidR="00E73E05" w:rsidRPr="00EC615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7670A" w14:textId="77777777" w:rsidR="00C45646" w:rsidRDefault="00C45646" w:rsidP="00962258">
      <w:pPr>
        <w:spacing w:after="0" w:line="240" w:lineRule="auto"/>
      </w:pPr>
      <w:r>
        <w:separator/>
      </w:r>
    </w:p>
  </w:endnote>
  <w:endnote w:type="continuationSeparator" w:id="0">
    <w:p w14:paraId="5512BBC6" w14:textId="77777777" w:rsidR="00C45646" w:rsidRDefault="00C456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24EC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463F5" w14:textId="597733A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1D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1D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2B9D3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3A76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D8904E" w14:textId="77777777" w:rsidR="00F1715C" w:rsidRDefault="00F1715C" w:rsidP="00D831A3">
          <w:pPr>
            <w:pStyle w:val="Zpat"/>
          </w:pPr>
        </w:p>
      </w:tc>
    </w:tr>
  </w:tbl>
  <w:p w14:paraId="2F95E2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1E030D" wp14:editId="5C67C2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CCB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8CF6CC" wp14:editId="21E4A3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2948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F3331D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1E7C7B" w14:textId="70AD248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1D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1D0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9A2F48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B14CAA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7AE446D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383DD7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4D31BB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1DAB89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EE71C9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33FBF9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FA6DB2D" w14:textId="77777777" w:rsidR="00712ED1" w:rsidRDefault="00712ED1" w:rsidP="00331004">
          <w:pPr>
            <w:pStyle w:val="Zpat"/>
          </w:pPr>
        </w:p>
      </w:tc>
    </w:tr>
  </w:tbl>
  <w:p w14:paraId="7A0B5BB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25BE97A" wp14:editId="7B18E7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7032D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568AA59" wp14:editId="1B5BD0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69D31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CB7E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79B2B" w14:textId="77777777" w:rsidR="00C45646" w:rsidRDefault="00C45646" w:rsidP="00962258">
      <w:pPr>
        <w:spacing w:after="0" w:line="240" w:lineRule="auto"/>
      </w:pPr>
      <w:r>
        <w:separator/>
      </w:r>
    </w:p>
  </w:footnote>
  <w:footnote w:type="continuationSeparator" w:id="0">
    <w:p w14:paraId="082B928F" w14:textId="77777777" w:rsidR="00C45646" w:rsidRDefault="00C456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F6BF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6B21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F4F6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91FF29" w14:textId="77777777" w:rsidR="00F1715C" w:rsidRPr="00D6163D" w:rsidRDefault="00F1715C" w:rsidP="00D6163D">
          <w:pPr>
            <w:pStyle w:val="Druhdokumentu"/>
          </w:pPr>
        </w:p>
      </w:tc>
    </w:tr>
  </w:tbl>
  <w:p w14:paraId="5A11282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028C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C4B85D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B6D22C6" wp14:editId="04DBF95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5F88E24" wp14:editId="2B71BC4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557483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17D3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8D47A7" w14:textId="77777777" w:rsidR="00F1715C" w:rsidRPr="00D6163D" w:rsidRDefault="00F1715C" w:rsidP="00FC6389">
          <w:pPr>
            <w:pStyle w:val="Druhdokumentu"/>
          </w:pPr>
        </w:p>
      </w:tc>
    </w:tr>
    <w:tr w:rsidR="00F64786" w14:paraId="23E905C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DA21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37C4FE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8D119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D9086E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5505797" wp14:editId="363D22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285C2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C9428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A36648"/>
    <w:multiLevelType w:val="hybridMultilevel"/>
    <w:tmpl w:val="9C5263A4"/>
    <w:lvl w:ilvl="0" w:tplc="02665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0B71"/>
    <w:multiLevelType w:val="hybridMultilevel"/>
    <w:tmpl w:val="FF70F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D481A"/>
    <w:multiLevelType w:val="hybridMultilevel"/>
    <w:tmpl w:val="B4CA4B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D2D"/>
    <w:multiLevelType w:val="hybridMultilevel"/>
    <w:tmpl w:val="88268616"/>
    <w:lvl w:ilvl="0" w:tplc="3C3E9C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96C8B"/>
    <w:multiLevelType w:val="hybridMultilevel"/>
    <w:tmpl w:val="5284F94E"/>
    <w:lvl w:ilvl="0" w:tplc="B40CAEF4">
      <w:start w:val="1"/>
      <w:numFmt w:val="decimal"/>
      <w:lvlText w:val="%1.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962A1"/>
    <w:multiLevelType w:val="hybridMultilevel"/>
    <w:tmpl w:val="5284F94E"/>
    <w:lvl w:ilvl="0" w:tplc="FFFFFFFF">
      <w:start w:val="1"/>
      <w:numFmt w:val="decimal"/>
      <w:lvlText w:val="%1.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5456E"/>
    <w:multiLevelType w:val="hybridMultilevel"/>
    <w:tmpl w:val="822E8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54652"/>
    <w:multiLevelType w:val="hybridMultilevel"/>
    <w:tmpl w:val="6156A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A987E84"/>
    <w:multiLevelType w:val="hybridMultilevel"/>
    <w:tmpl w:val="2ACC4314"/>
    <w:lvl w:ilvl="0" w:tplc="491080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54B2F"/>
    <w:multiLevelType w:val="hybridMultilevel"/>
    <w:tmpl w:val="8648F8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F163C"/>
    <w:multiLevelType w:val="hybridMultilevel"/>
    <w:tmpl w:val="20A47C08"/>
    <w:lvl w:ilvl="0" w:tplc="40C898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622A4"/>
    <w:multiLevelType w:val="hybridMultilevel"/>
    <w:tmpl w:val="B5806A44"/>
    <w:lvl w:ilvl="0" w:tplc="FB34B3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30457763"/>
    <w:multiLevelType w:val="hybridMultilevel"/>
    <w:tmpl w:val="C1684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131F"/>
    <w:multiLevelType w:val="hybridMultilevel"/>
    <w:tmpl w:val="983E047A"/>
    <w:lvl w:ilvl="0" w:tplc="0922BCFC">
      <w:start w:val="1"/>
      <w:numFmt w:val="bullet"/>
      <w:lvlText w:val="-"/>
      <w:lvlJc w:val="left"/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8841C9"/>
    <w:multiLevelType w:val="hybridMultilevel"/>
    <w:tmpl w:val="B7A83BAA"/>
    <w:lvl w:ilvl="0" w:tplc="28ACB7B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0" w15:restartNumberingAfterBreak="0">
    <w:nsid w:val="4E5C6A4E"/>
    <w:multiLevelType w:val="hybridMultilevel"/>
    <w:tmpl w:val="7F4E3438"/>
    <w:lvl w:ilvl="0" w:tplc="5A0ABC72">
      <w:start w:val="1"/>
      <w:numFmt w:val="decimal"/>
      <w:lvlText w:val="%1)"/>
      <w:lvlJc w:val="left"/>
      <w:pPr>
        <w:ind w:left="720" w:hanging="360"/>
      </w:pPr>
      <w:rPr>
        <w:rFonts w:eastAsia="Verdana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D5EEB24A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E6CBA"/>
    <w:multiLevelType w:val="hybridMultilevel"/>
    <w:tmpl w:val="AFAABA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839AD"/>
    <w:multiLevelType w:val="hybridMultilevel"/>
    <w:tmpl w:val="79C607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D2F81"/>
    <w:multiLevelType w:val="hybridMultilevel"/>
    <w:tmpl w:val="90AC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F5A6C"/>
    <w:multiLevelType w:val="hybridMultilevel"/>
    <w:tmpl w:val="B52ABA02"/>
    <w:lvl w:ilvl="0" w:tplc="6CA8F6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num w:numId="1" w16cid:durableId="1825928396">
    <w:abstractNumId w:val="10"/>
  </w:num>
  <w:num w:numId="2" w16cid:durableId="730537734">
    <w:abstractNumId w:val="1"/>
  </w:num>
  <w:num w:numId="3" w16cid:durableId="1526595884">
    <w:abstractNumId w:val="15"/>
  </w:num>
  <w:num w:numId="4" w16cid:durableId="62335749">
    <w:abstractNumId w:val="25"/>
  </w:num>
  <w:num w:numId="5" w16cid:durableId="2007048364">
    <w:abstractNumId w:val="0"/>
  </w:num>
  <w:num w:numId="6" w16cid:durableId="2115706192">
    <w:abstractNumId w:val="19"/>
  </w:num>
  <w:num w:numId="7" w16cid:durableId="1909606226">
    <w:abstractNumId w:val="24"/>
  </w:num>
  <w:num w:numId="8" w16cid:durableId="1311785147">
    <w:abstractNumId w:val="14"/>
  </w:num>
  <w:num w:numId="9" w16cid:durableId="2130583570">
    <w:abstractNumId w:val="16"/>
  </w:num>
  <w:num w:numId="10" w16cid:durableId="1992831876">
    <w:abstractNumId w:val="2"/>
  </w:num>
  <w:num w:numId="11" w16cid:durableId="492912324">
    <w:abstractNumId w:val="12"/>
  </w:num>
  <w:num w:numId="12" w16cid:durableId="1011641257">
    <w:abstractNumId w:val="6"/>
  </w:num>
  <w:num w:numId="13" w16cid:durableId="1569850295">
    <w:abstractNumId w:val="8"/>
  </w:num>
  <w:num w:numId="14" w16cid:durableId="863058605">
    <w:abstractNumId w:val="23"/>
  </w:num>
  <w:num w:numId="15" w16cid:durableId="1427073788">
    <w:abstractNumId w:val="7"/>
  </w:num>
  <w:num w:numId="16" w16cid:durableId="1486625501">
    <w:abstractNumId w:val="21"/>
  </w:num>
  <w:num w:numId="17" w16cid:durableId="1725912604">
    <w:abstractNumId w:val="22"/>
  </w:num>
  <w:num w:numId="18" w16cid:durableId="128474082">
    <w:abstractNumId w:val="4"/>
  </w:num>
  <w:num w:numId="19" w16cid:durableId="20482886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33652717">
    <w:abstractNumId w:val="17"/>
  </w:num>
  <w:num w:numId="21" w16cid:durableId="1809475029">
    <w:abstractNumId w:val="20"/>
  </w:num>
  <w:num w:numId="22" w16cid:durableId="3674138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0644609">
    <w:abstractNumId w:val="11"/>
  </w:num>
  <w:num w:numId="24" w16cid:durableId="1967420668">
    <w:abstractNumId w:val="5"/>
  </w:num>
  <w:num w:numId="25" w16cid:durableId="1834562767">
    <w:abstractNumId w:val="13"/>
  </w:num>
  <w:num w:numId="26" w16cid:durableId="1196578703">
    <w:abstractNumId w:val="18"/>
  </w:num>
  <w:num w:numId="27" w16cid:durableId="42056746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01483"/>
    <w:rsid w:val="00024D6A"/>
    <w:rsid w:val="00027455"/>
    <w:rsid w:val="00033432"/>
    <w:rsid w:val="000335CC"/>
    <w:rsid w:val="00040FA0"/>
    <w:rsid w:val="0004154D"/>
    <w:rsid w:val="00071949"/>
    <w:rsid w:val="00072C1E"/>
    <w:rsid w:val="000B3A82"/>
    <w:rsid w:val="000B60EA"/>
    <w:rsid w:val="000B6C7E"/>
    <w:rsid w:val="000B7907"/>
    <w:rsid w:val="000C0429"/>
    <w:rsid w:val="000C45E8"/>
    <w:rsid w:val="000D3B32"/>
    <w:rsid w:val="00114472"/>
    <w:rsid w:val="00124016"/>
    <w:rsid w:val="00135574"/>
    <w:rsid w:val="00150137"/>
    <w:rsid w:val="001666F6"/>
    <w:rsid w:val="00170EC5"/>
    <w:rsid w:val="001747C1"/>
    <w:rsid w:val="0018596A"/>
    <w:rsid w:val="001A7567"/>
    <w:rsid w:val="001B69C2"/>
    <w:rsid w:val="001C4DA0"/>
    <w:rsid w:val="001D19C4"/>
    <w:rsid w:val="00207DF5"/>
    <w:rsid w:val="00254EBF"/>
    <w:rsid w:val="002630E8"/>
    <w:rsid w:val="00267369"/>
    <w:rsid w:val="0026785D"/>
    <w:rsid w:val="00267CA0"/>
    <w:rsid w:val="002C31BF"/>
    <w:rsid w:val="002E0CD7"/>
    <w:rsid w:val="002E3101"/>
    <w:rsid w:val="002F026B"/>
    <w:rsid w:val="00321568"/>
    <w:rsid w:val="003317E2"/>
    <w:rsid w:val="0034291D"/>
    <w:rsid w:val="00357BC6"/>
    <w:rsid w:val="0037111D"/>
    <w:rsid w:val="003756B9"/>
    <w:rsid w:val="00391BB5"/>
    <w:rsid w:val="003956C6"/>
    <w:rsid w:val="003C7D37"/>
    <w:rsid w:val="003E327E"/>
    <w:rsid w:val="003E6B9A"/>
    <w:rsid w:val="003E75CE"/>
    <w:rsid w:val="0041380F"/>
    <w:rsid w:val="0041740C"/>
    <w:rsid w:val="00450F07"/>
    <w:rsid w:val="00453CD3"/>
    <w:rsid w:val="00455BC7"/>
    <w:rsid w:val="00460660"/>
    <w:rsid w:val="00460CCB"/>
    <w:rsid w:val="00473678"/>
    <w:rsid w:val="00477370"/>
    <w:rsid w:val="0048195A"/>
    <w:rsid w:val="00486107"/>
    <w:rsid w:val="00491827"/>
    <w:rsid w:val="004926B0"/>
    <w:rsid w:val="004A2125"/>
    <w:rsid w:val="004A7C69"/>
    <w:rsid w:val="004B2945"/>
    <w:rsid w:val="004C4399"/>
    <w:rsid w:val="004C69ED"/>
    <w:rsid w:val="004C787C"/>
    <w:rsid w:val="004F4B9B"/>
    <w:rsid w:val="00501654"/>
    <w:rsid w:val="00511AB9"/>
    <w:rsid w:val="00523EA7"/>
    <w:rsid w:val="00540B1F"/>
    <w:rsid w:val="00542527"/>
    <w:rsid w:val="00551D1F"/>
    <w:rsid w:val="005529B2"/>
    <w:rsid w:val="00553375"/>
    <w:rsid w:val="00553B75"/>
    <w:rsid w:val="005658A6"/>
    <w:rsid w:val="005720E7"/>
    <w:rsid w:val="005722BB"/>
    <w:rsid w:val="005736B7"/>
    <w:rsid w:val="00575E5A"/>
    <w:rsid w:val="00584E2A"/>
    <w:rsid w:val="005961D0"/>
    <w:rsid w:val="00596C7E"/>
    <w:rsid w:val="005A1758"/>
    <w:rsid w:val="005A5F24"/>
    <w:rsid w:val="005A64E9"/>
    <w:rsid w:val="005B5EE9"/>
    <w:rsid w:val="005B66CE"/>
    <w:rsid w:val="005F772C"/>
    <w:rsid w:val="006064A3"/>
    <w:rsid w:val="006104F6"/>
    <w:rsid w:val="0061068E"/>
    <w:rsid w:val="006272D4"/>
    <w:rsid w:val="00660AD3"/>
    <w:rsid w:val="006737F6"/>
    <w:rsid w:val="00674BF5"/>
    <w:rsid w:val="00693F25"/>
    <w:rsid w:val="006A5570"/>
    <w:rsid w:val="006A689C"/>
    <w:rsid w:val="006B3D79"/>
    <w:rsid w:val="006E0578"/>
    <w:rsid w:val="006E314D"/>
    <w:rsid w:val="006E7F06"/>
    <w:rsid w:val="00710723"/>
    <w:rsid w:val="00712ED1"/>
    <w:rsid w:val="00715986"/>
    <w:rsid w:val="00723ED1"/>
    <w:rsid w:val="00733291"/>
    <w:rsid w:val="0073350F"/>
    <w:rsid w:val="00735ED4"/>
    <w:rsid w:val="00742558"/>
    <w:rsid w:val="00743525"/>
    <w:rsid w:val="00745084"/>
    <w:rsid w:val="007531A0"/>
    <w:rsid w:val="00756718"/>
    <w:rsid w:val="0076286B"/>
    <w:rsid w:val="00764595"/>
    <w:rsid w:val="00766846"/>
    <w:rsid w:val="0077673A"/>
    <w:rsid w:val="007846E1"/>
    <w:rsid w:val="00790DE9"/>
    <w:rsid w:val="007B570C"/>
    <w:rsid w:val="007C3C15"/>
    <w:rsid w:val="007C7289"/>
    <w:rsid w:val="007E4A6E"/>
    <w:rsid w:val="007F2DEB"/>
    <w:rsid w:val="007F56A7"/>
    <w:rsid w:val="00807DD0"/>
    <w:rsid w:val="00813F11"/>
    <w:rsid w:val="00860E20"/>
    <w:rsid w:val="008729E4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374DB"/>
    <w:rsid w:val="00940D8A"/>
    <w:rsid w:val="00957835"/>
    <w:rsid w:val="00962258"/>
    <w:rsid w:val="009678B7"/>
    <w:rsid w:val="00971D0E"/>
    <w:rsid w:val="009817E0"/>
    <w:rsid w:val="00982411"/>
    <w:rsid w:val="00992D9C"/>
    <w:rsid w:val="009966CC"/>
    <w:rsid w:val="00996CB8"/>
    <w:rsid w:val="009A7568"/>
    <w:rsid w:val="009B2E97"/>
    <w:rsid w:val="009B3C69"/>
    <w:rsid w:val="009B72CC"/>
    <w:rsid w:val="009E07F4"/>
    <w:rsid w:val="009F392E"/>
    <w:rsid w:val="00A23061"/>
    <w:rsid w:val="00A31447"/>
    <w:rsid w:val="00A44328"/>
    <w:rsid w:val="00A50BDB"/>
    <w:rsid w:val="00A6177B"/>
    <w:rsid w:val="00A66136"/>
    <w:rsid w:val="00AA4CBB"/>
    <w:rsid w:val="00AA65FA"/>
    <w:rsid w:val="00AA7351"/>
    <w:rsid w:val="00AC102D"/>
    <w:rsid w:val="00AD056F"/>
    <w:rsid w:val="00AD2773"/>
    <w:rsid w:val="00AD6731"/>
    <w:rsid w:val="00AE1DDE"/>
    <w:rsid w:val="00AE3F93"/>
    <w:rsid w:val="00B15B5E"/>
    <w:rsid w:val="00B15D0D"/>
    <w:rsid w:val="00B23CA3"/>
    <w:rsid w:val="00B3491A"/>
    <w:rsid w:val="00B45E9E"/>
    <w:rsid w:val="00B50EDE"/>
    <w:rsid w:val="00B55F9C"/>
    <w:rsid w:val="00B75EE1"/>
    <w:rsid w:val="00B77481"/>
    <w:rsid w:val="00B82119"/>
    <w:rsid w:val="00B83D7D"/>
    <w:rsid w:val="00B8518B"/>
    <w:rsid w:val="00BB3740"/>
    <w:rsid w:val="00BC59BC"/>
    <w:rsid w:val="00BD5319"/>
    <w:rsid w:val="00BD7E91"/>
    <w:rsid w:val="00BF374D"/>
    <w:rsid w:val="00BF6D48"/>
    <w:rsid w:val="00C01D04"/>
    <w:rsid w:val="00C01ED9"/>
    <w:rsid w:val="00C02D0A"/>
    <w:rsid w:val="00C03A6E"/>
    <w:rsid w:val="00C069EC"/>
    <w:rsid w:val="00C30759"/>
    <w:rsid w:val="00C44F6A"/>
    <w:rsid w:val="00C45646"/>
    <w:rsid w:val="00C727E5"/>
    <w:rsid w:val="00C8207D"/>
    <w:rsid w:val="00C8411B"/>
    <w:rsid w:val="00CB7B5A"/>
    <w:rsid w:val="00CC1E2B"/>
    <w:rsid w:val="00CD1FC4"/>
    <w:rsid w:val="00CE371D"/>
    <w:rsid w:val="00CF29F4"/>
    <w:rsid w:val="00D02A4D"/>
    <w:rsid w:val="00D21061"/>
    <w:rsid w:val="00D316A7"/>
    <w:rsid w:val="00D3327C"/>
    <w:rsid w:val="00D4108E"/>
    <w:rsid w:val="00D6163D"/>
    <w:rsid w:val="00D63009"/>
    <w:rsid w:val="00D64231"/>
    <w:rsid w:val="00D72FD6"/>
    <w:rsid w:val="00D8018B"/>
    <w:rsid w:val="00D831A3"/>
    <w:rsid w:val="00D902AD"/>
    <w:rsid w:val="00DA6FFE"/>
    <w:rsid w:val="00DC3110"/>
    <w:rsid w:val="00DD46F3"/>
    <w:rsid w:val="00DD4F1F"/>
    <w:rsid w:val="00DD58A6"/>
    <w:rsid w:val="00DD5C02"/>
    <w:rsid w:val="00DE56F2"/>
    <w:rsid w:val="00DF116D"/>
    <w:rsid w:val="00E03CE3"/>
    <w:rsid w:val="00E10710"/>
    <w:rsid w:val="00E73E05"/>
    <w:rsid w:val="00E824F1"/>
    <w:rsid w:val="00E85832"/>
    <w:rsid w:val="00EB104F"/>
    <w:rsid w:val="00EB2C82"/>
    <w:rsid w:val="00EC6153"/>
    <w:rsid w:val="00ED14BD"/>
    <w:rsid w:val="00ED4C96"/>
    <w:rsid w:val="00F01440"/>
    <w:rsid w:val="00F12DEC"/>
    <w:rsid w:val="00F1715C"/>
    <w:rsid w:val="00F310F8"/>
    <w:rsid w:val="00F35939"/>
    <w:rsid w:val="00F45607"/>
    <w:rsid w:val="00F4767C"/>
    <w:rsid w:val="00F62E4F"/>
    <w:rsid w:val="00F64786"/>
    <w:rsid w:val="00F659EB"/>
    <w:rsid w:val="00F804A7"/>
    <w:rsid w:val="00F862D6"/>
    <w:rsid w:val="00F86BA6"/>
    <w:rsid w:val="00FC1BC0"/>
    <w:rsid w:val="00FC6389"/>
    <w:rsid w:val="00FC6EB1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79DBD7"/>
  <w14:defaultImageDpi w14:val="32767"/>
  <w15:docId w15:val="{F97F965C-B198-4690-9DA0-41B61615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17E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0B60EA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0B60EA"/>
    <w:pPr>
      <w:spacing w:after="120"/>
      <w:ind w:left="737"/>
      <w:jc w:val="both"/>
    </w:pPr>
    <w:rPr>
      <w:rFonts w:ascii="Verdana" w:hAnsi="Verdana"/>
    </w:rPr>
  </w:style>
  <w:style w:type="table" w:customStyle="1" w:styleId="Mkatabulky1">
    <w:name w:val="Mřížka tabulky1"/>
    <w:basedOn w:val="Normlntabulka"/>
    <w:next w:val="Mkatabulky"/>
    <w:uiPriority w:val="39"/>
    <w:rsid w:val="0041740C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261C18-857D-49B7-A173-4528B466F3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140</TotalTime>
  <Pages>3</Pages>
  <Words>993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90</cp:revision>
  <cp:lastPrinted>2019-02-22T13:28:00Z</cp:lastPrinted>
  <dcterms:created xsi:type="dcterms:W3CDTF">2020-01-24T13:38:00Z</dcterms:created>
  <dcterms:modified xsi:type="dcterms:W3CDTF">2023-09-26T08:06:00Z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